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82F" w:rsidRDefault="005E2313" w:rsidP="005E2313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FORM No 07</w:t>
      </w:r>
    </w:p>
    <w:p w:rsidR="00522E7B" w:rsidRPr="00B213A4" w:rsidRDefault="00522E7B" w:rsidP="005E2313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21451F" w:rsidRDefault="006E49CB" w:rsidP="00B213A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313">
        <w:rPr>
          <w:rFonts w:ascii="Times New Roman" w:hAnsi="Times New Roman" w:cs="Times New Roman"/>
          <w:b/>
          <w:sz w:val="24"/>
          <w:szCs w:val="24"/>
        </w:rPr>
        <w:t xml:space="preserve">LIST OF </w:t>
      </w:r>
      <w:r w:rsidR="005E2313" w:rsidRPr="005E2313">
        <w:rPr>
          <w:rFonts w:ascii="Times New Roman" w:hAnsi="Times New Roman" w:cs="Times New Roman"/>
          <w:b/>
          <w:sz w:val="24"/>
          <w:szCs w:val="24"/>
        </w:rPr>
        <w:t>FACILITIES FOR PRODUCTION AND TRADING OF REGISTERED</w:t>
      </w:r>
      <w:r w:rsidRPr="005E2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2313" w:rsidRPr="005E2313">
        <w:rPr>
          <w:rFonts w:ascii="Times New Roman" w:hAnsi="Times New Roman" w:cs="Times New Roman"/>
          <w:b/>
          <w:sz w:val="24"/>
          <w:szCs w:val="24"/>
        </w:rPr>
        <w:t xml:space="preserve">FOODS </w:t>
      </w:r>
      <w:r w:rsidR="0021451F" w:rsidRPr="005E2313">
        <w:rPr>
          <w:rFonts w:ascii="Times New Roman" w:hAnsi="Times New Roman" w:cs="Times New Roman"/>
          <w:b/>
          <w:sz w:val="24"/>
          <w:szCs w:val="24"/>
        </w:rPr>
        <w:t>IN VIETNAM</w:t>
      </w:r>
    </w:p>
    <w:p w:rsidR="005E2313" w:rsidRPr="005E2313" w:rsidRDefault="005E2313" w:rsidP="00B213A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3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751"/>
        <w:gridCol w:w="2067"/>
        <w:gridCol w:w="1259"/>
        <w:gridCol w:w="1752"/>
        <w:gridCol w:w="1980"/>
        <w:gridCol w:w="2044"/>
      </w:tblGrid>
      <w:tr w:rsidR="004F0A4B" w:rsidRPr="00B213A4" w:rsidTr="001551B7"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313" w:rsidRDefault="005E2313" w:rsidP="00B213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02" w:rsidRPr="00B213A4" w:rsidRDefault="00F64602" w:rsidP="00B213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602" w:rsidRPr="00B213A4" w:rsidRDefault="005E2313" w:rsidP="001551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</w:t>
            </w:r>
            <w:r w:rsidR="001551B7">
              <w:rPr>
                <w:rFonts w:ascii="Times New Roman" w:hAnsi="Times New Roman" w:cs="Times New Roman"/>
                <w:sz w:val="24"/>
                <w:szCs w:val="24"/>
              </w:rPr>
              <w:t xml:space="preserve">Facility/ </w:t>
            </w:r>
            <w:r w:rsidR="00F64602" w:rsidRPr="00B213A4">
              <w:rPr>
                <w:rFonts w:ascii="Times New Roman" w:hAnsi="Times New Roman" w:cs="Times New Roman"/>
                <w:sz w:val="24"/>
                <w:szCs w:val="24"/>
              </w:rPr>
              <w:t xml:space="preserve">business 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602" w:rsidRPr="00B213A4" w:rsidRDefault="00E45711" w:rsidP="001551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r w:rsidR="005E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602" w:rsidRPr="00B213A4" w:rsidRDefault="00E45711" w:rsidP="00B213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602" w:rsidRPr="00B213A4" w:rsidRDefault="001551B7" w:rsidP="001551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Products registered to be exported </w:t>
            </w:r>
            <w:r w:rsidR="005E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A4B" w:rsidRPr="00B21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DC3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4F0A4B" w:rsidRPr="00B213A4"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2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602" w:rsidRPr="00B213A4" w:rsidRDefault="004F0A4B" w:rsidP="00B213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656B3" w:rsidRPr="00B213A4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B3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656B3" w:rsidRPr="00B213A4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B3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656B3" w:rsidRPr="00B213A4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656B3" w:rsidRPr="00B213A4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656B3" w:rsidRPr="00B213A4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0A4B" w:rsidRPr="00B213A4" w:rsidTr="001551B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656B3" w:rsidRPr="00B213A4" w:rsidRDefault="005656B3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02" w:rsidRPr="00B213A4" w:rsidRDefault="00F64602" w:rsidP="005F0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A55C4" w:rsidRDefault="006E49CB" w:rsidP="005F080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3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D99" w:rsidRDefault="00550D99" w:rsidP="00550D99">
      <w:pPr>
        <w:spacing w:line="276" w:lineRule="auto"/>
        <w:ind w:left="216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13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date</w:t>
      </w:r>
      <w:r w:rsidRPr="00B213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month</w:t>
      </w:r>
      <w:r w:rsidRPr="00B213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…year</w:t>
      </w:r>
    </w:p>
    <w:p w:rsidR="00550D99" w:rsidRDefault="00550D99" w:rsidP="00550D99">
      <w:pPr>
        <w:spacing w:line="276" w:lineRule="auto"/>
        <w:ind w:left="216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50D99" w:rsidRDefault="00696F1E" w:rsidP="00550D99">
      <w:pPr>
        <w:spacing w:line="276" w:lineRule="auto"/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AGENCY AUTHORITY ON FOOD SAFETY OF THE COUNTRY OF EXPORT</w:t>
      </w:r>
    </w:p>
    <w:p w:rsidR="00550D99" w:rsidRDefault="00550D99" w:rsidP="00550D99">
      <w:pPr>
        <w:spacing w:line="276" w:lineRule="auto"/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D99" w:rsidRDefault="00550D99" w:rsidP="00550D99">
      <w:pPr>
        <w:spacing w:line="276" w:lineRule="auto"/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D99" w:rsidRDefault="00550D99" w:rsidP="00550D99">
      <w:pPr>
        <w:spacing w:line="276" w:lineRule="auto"/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D99" w:rsidRDefault="00550D99" w:rsidP="00550D99">
      <w:pPr>
        <w:spacing w:line="276" w:lineRule="auto"/>
        <w:ind w:left="216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sign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seal)</w:t>
      </w:r>
    </w:p>
    <w:sectPr w:rsidR="00550D99" w:rsidSect="00AD3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5C4"/>
    <w:rsid w:val="00000441"/>
    <w:rsid w:val="00001E42"/>
    <w:rsid w:val="0000253D"/>
    <w:rsid w:val="00015816"/>
    <w:rsid w:val="000164D4"/>
    <w:rsid w:val="00030808"/>
    <w:rsid w:val="00030E29"/>
    <w:rsid w:val="000314A7"/>
    <w:rsid w:val="0003743D"/>
    <w:rsid w:val="000474A9"/>
    <w:rsid w:val="00047F8F"/>
    <w:rsid w:val="00061820"/>
    <w:rsid w:val="000763BF"/>
    <w:rsid w:val="000825BF"/>
    <w:rsid w:val="00090874"/>
    <w:rsid w:val="000A2CD7"/>
    <w:rsid w:val="000A40F1"/>
    <w:rsid w:val="000A46AE"/>
    <w:rsid w:val="000A6D94"/>
    <w:rsid w:val="000A7A99"/>
    <w:rsid w:val="000B67F1"/>
    <w:rsid w:val="000B7F45"/>
    <w:rsid w:val="000C74C6"/>
    <w:rsid w:val="000C7798"/>
    <w:rsid w:val="000D2956"/>
    <w:rsid w:val="000F4F7D"/>
    <w:rsid w:val="0010662A"/>
    <w:rsid w:val="00115B89"/>
    <w:rsid w:val="00124E2D"/>
    <w:rsid w:val="001269E2"/>
    <w:rsid w:val="00132225"/>
    <w:rsid w:val="0013516B"/>
    <w:rsid w:val="00140327"/>
    <w:rsid w:val="00140731"/>
    <w:rsid w:val="001438EF"/>
    <w:rsid w:val="00143FBA"/>
    <w:rsid w:val="00153BC3"/>
    <w:rsid w:val="001551B7"/>
    <w:rsid w:val="00155506"/>
    <w:rsid w:val="00162FAE"/>
    <w:rsid w:val="00163798"/>
    <w:rsid w:val="00170C60"/>
    <w:rsid w:val="00172345"/>
    <w:rsid w:val="001746E9"/>
    <w:rsid w:val="00174B24"/>
    <w:rsid w:val="0018048E"/>
    <w:rsid w:val="00180810"/>
    <w:rsid w:val="001B4507"/>
    <w:rsid w:val="001B4736"/>
    <w:rsid w:val="001B61D7"/>
    <w:rsid w:val="001B6B4E"/>
    <w:rsid w:val="001B720B"/>
    <w:rsid w:val="001C60FE"/>
    <w:rsid w:val="001D2288"/>
    <w:rsid w:val="001D56B9"/>
    <w:rsid w:val="001D7CD8"/>
    <w:rsid w:val="001E0C7A"/>
    <w:rsid w:val="001E5E10"/>
    <w:rsid w:val="001E62BD"/>
    <w:rsid w:val="001F51CA"/>
    <w:rsid w:val="0020586B"/>
    <w:rsid w:val="00210587"/>
    <w:rsid w:val="0021245C"/>
    <w:rsid w:val="0021451F"/>
    <w:rsid w:val="00215371"/>
    <w:rsid w:val="00217D6C"/>
    <w:rsid w:val="00220ACC"/>
    <w:rsid w:val="00225009"/>
    <w:rsid w:val="00230A13"/>
    <w:rsid w:val="0023110A"/>
    <w:rsid w:val="00232FC1"/>
    <w:rsid w:val="00233662"/>
    <w:rsid w:val="002405E2"/>
    <w:rsid w:val="00242F0B"/>
    <w:rsid w:val="00244BFE"/>
    <w:rsid w:val="00245EE0"/>
    <w:rsid w:val="00256FCB"/>
    <w:rsid w:val="002606E4"/>
    <w:rsid w:val="0026273C"/>
    <w:rsid w:val="002654F1"/>
    <w:rsid w:val="00266948"/>
    <w:rsid w:val="00267ACB"/>
    <w:rsid w:val="00274912"/>
    <w:rsid w:val="00281543"/>
    <w:rsid w:val="0028183B"/>
    <w:rsid w:val="00286B8B"/>
    <w:rsid w:val="00290DB8"/>
    <w:rsid w:val="00294AEE"/>
    <w:rsid w:val="002A305B"/>
    <w:rsid w:val="002B28F8"/>
    <w:rsid w:val="002C0B0E"/>
    <w:rsid w:val="002C2837"/>
    <w:rsid w:val="002C2A92"/>
    <w:rsid w:val="002C5F39"/>
    <w:rsid w:val="002C6CE2"/>
    <w:rsid w:val="002C6D2D"/>
    <w:rsid w:val="002E25EA"/>
    <w:rsid w:val="002E2D23"/>
    <w:rsid w:val="002E66CF"/>
    <w:rsid w:val="003023E6"/>
    <w:rsid w:val="00305EFA"/>
    <w:rsid w:val="0031627A"/>
    <w:rsid w:val="00316541"/>
    <w:rsid w:val="00317E9A"/>
    <w:rsid w:val="0032090E"/>
    <w:rsid w:val="00323B2F"/>
    <w:rsid w:val="00335FE3"/>
    <w:rsid w:val="00336E33"/>
    <w:rsid w:val="00341CED"/>
    <w:rsid w:val="00342918"/>
    <w:rsid w:val="00342DC0"/>
    <w:rsid w:val="00343149"/>
    <w:rsid w:val="00344DB9"/>
    <w:rsid w:val="00346020"/>
    <w:rsid w:val="0034742B"/>
    <w:rsid w:val="003525C4"/>
    <w:rsid w:val="003553D8"/>
    <w:rsid w:val="00357FF8"/>
    <w:rsid w:val="00364277"/>
    <w:rsid w:val="0036541C"/>
    <w:rsid w:val="00366A87"/>
    <w:rsid w:val="0037330E"/>
    <w:rsid w:val="0037717A"/>
    <w:rsid w:val="0037785C"/>
    <w:rsid w:val="0038647D"/>
    <w:rsid w:val="00391D6B"/>
    <w:rsid w:val="003927A0"/>
    <w:rsid w:val="003934D7"/>
    <w:rsid w:val="00394167"/>
    <w:rsid w:val="00395A30"/>
    <w:rsid w:val="003A214E"/>
    <w:rsid w:val="003A3A31"/>
    <w:rsid w:val="003A55C4"/>
    <w:rsid w:val="003B0C69"/>
    <w:rsid w:val="003B52FB"/>
    <w:rsid w:val="003C5A72"/>
    <w:rsid w:val="003D1AB8"/>
    <w:rsid w:val="003D22F0"/>
    <w:rsid w:val="003D3881"/>
    <w:rsid w:val="003E0219"/>
    <w:rsid w:val="003E06B8"/>
    <w:rsid w:val="003E1183"/>
    <w:rsid w:val="003E4C64"/>
    <w:rsid w:val="003E749A"/>
    <w:rsid w:val="003F1CFB"/>
    <w:rsid w:val="003F6172"/>
    <w:rsid w:val="004008F5"/>
    <w:rsid w:val="00406DCD"/>
    <w:rsid w:val="00406DE0"/>
    <w:rsid w:val="004233AC"/>
    <w:rsid w:val="00430C5F"/>
    <w:rsid w:val="00434D62"/>
    <w:rsid w:val="0043507D"/>
    <w:rsid w:val="00441EE1"/>
    <w:rsid w:val="00444694"/>
    <w:rsid w:val="00452CAF"/>
    <w:rsid w:val="00453642"/>
    <w:rsid w:val="00453737"/>
    <w:rsid w:val="00462595"/>
    <w:rsid w:val="0046778F"/>
    <w:rsid w:val="00474366"/>
    <w:rsid w:val="00475DC3"/>
    <w:rsid w:val="004948D0"/>
    <w:rsid w:val="00497998"/>
    <w:rsid w:val="004A14E0"/>
    <w:rsid w:val="004A34E0"/>
    <w:rsid w:val="004A590B"/>
    <w:rsid w:val="004A5A4D"/>
    <w:rsid w:val="004B2DD3"/>
    <w:rsid w:val="004B361B"/>
    <w:rsid w:val="004C3271"/>
    <w:rsid w:val="004C4C1D"/>
    <w:rsid w:val="004C72C4"/>
    <w:rsid w:val="004C7F20"/>
    <w:rsid w:val="004D6B39"/>
    <w:rsid w:val="004D71B7"/>
    <w:rsid w:val="004E2243"/>
    <w:rsid w:val="004E3080"/>
    <w:rsid w:val="004E7DAD"/>
    <w:rsid w:val="004F0A4B"/>
    <w:rsid w:val="004F36FD"/>
    <w:rsid w:val="004F447C"/>
    <w:rsid w:val="004F7B02"/>
    <w:rsid w:val="0050350C"/>
    <w:rsid w:val="00506857"/>
    <w:rsid w:val="005073F1"/>
    <w:rsid w:val="00522E7B"/>
    <w:rsid w:val="0052524A"/>
    <w:rsid w:val="0052628D"/>
    <w:rsid w:val="00530364"/>
    <w:rsid w:val="00530D89"/>
    <w:rsid w:val="00531D91"/>
    <w:rsid w:val="005436FF"/>
    <w:rsid w:val="005466E9"/>
    <w:rsid w:val="00550A83"/>
    <w:rsid w:val="00550D99"/>
    <w:rsid w:val="0055492B"/>
    <w:rsid w:val="005556D0"/>
    <w:rsid w:val="00564160"/>
    <w:rsid w:val="005650D4"/>
    <w:rsid w:val="005655C8"/>
    <w:rsid w:val="005656B3"/>
    <w:rsid w:val="005711A3"/>
    <w:rsid w:val="00581B6A"/>
    <w:rsid w:val="005A18B0"/>
    <w:rsid w:val="005A22E8"/>
    <w:rsid w:val="005B1160"/>
    <w:rsid w:val="005B7753"/>
    <w:rsid w:val="005C6D2D"/>
    <w:rsid w:val="005C7727"/>
    <w:rsid w:val="005D066D"/>
    <w:rsid w:val="005E2313"/>
    <w:rsid w:val="005E3F4D"/>
    <w:rsid w:val="005E6BD0"/>
    <w:rsid w:val="005F080A"/>
    <w:rsid w:val="005F0AB3"/>
    <w:rsid w:val="005F4CFF"/>
    <w:rsid w:val="0060742B"/>
    <w:rsid w:val="00607BF8"/>
    <w:rsid w:val="00610E4E"/>
    <w:rsid w:val="00611526"/>
    <w:rsid w:val="00613276"/>
    <w:rsid w:val="00617077"/>
    <w:rsid w:val="00626712"/>
    <w:rsid w:val="00627D19"/>
    <w:rsid w:val="00644D27"/>
    <w:rsid w:val="00645858"/>
    <w:rsid w:val="006460F8"/>
    <w:rsid w:val="00654CDD"/>
    <w:rsid w:val="00655C9E"/>
    <w:rsid w:val="00655EFF"/>
    <w:rsid w:val="00664B9C"/>
    <w:rsid w:val="006711BF"/>
    <w:rsid w:val="006723CC"/>
    <w:rsid w:val="00673AAD"/>
    <w:rsid w:val="0067494E"/>
    <w:rsid w:val="00677402"/>
    <w:rsid w:val="0068365D"/>
    <w:rsid w:val="00686383"/>
    <w:rsid w:val="006914A4"/>
    <w:rsid w:val="00695A30"/>
    <w:rsid w:val="00696F1E"/>
    <w:rsid w:val="006A50B0"/>
    <w:rsid w:val="006A7A16"/>
    <w:rsid w:val="006C0457"/>
    <w:rsid w:val="006C2568"/>
    <w:rsid w:val="006C2F66"/>
    <w:rsid w:val="006C46DC"/>
    <w:rsid w:val="006D2D72"/>
    <w:rsid w:val="006D382B"/>
    <w:rsid w:val="006D6D81"/>
    <w:rsid w:val="006E49CB"/>
    <w:rsid w:val="006E5EBB"/>
    <w:rsid w:val="006F0539"/>
    <w:rsid w:val="00703DDE"/>
    <w:rsid w:val="00704E7C"/>
    <w:rsid w:val="00712654"/>
    <w:rsid w:val="0071478A"/>
    <w:rsid w:val="007223CD"/>
    <w:rsid w:val="00735996"/>
    <w:rsid w:val="0074051F"/>
    <w:rsid w:val="007416DC"/>
    <w:rsid w:val="0074225F"/>
    <w:rsid w:val="00744F1E"/>
    <w:rsid w:val="00747443"/>
    <w:rsid w:val="00752A95"/>
    <w:rsid w:val="00752ED9"/>
    <w:rsid w:val="0075380B"/>
    <w:rsid w:val="00761C05"/>
    <w:rsid w:val="00765D02"/>
    <w:rsid w:val="00766CD3"/>
    <w:rsid w:val="0077198D"/>
    <w:rsid w:val="0079549F"/>
    <w:rsid w:val="00795BB9"/>
    <w:rsid w:val="00796C35"/>
    <w:rsid w:val="007A5CAA"/>
    <w:rsid w:val="007A786C"/>
    <w:rsid w:val="007B0F26"/>
    <w:rsid w:val="007C0D5F"/>
    <w:rsid w:val="007C32F5"/>
    <w:rsid w:val="007C4A7B"/>
    <w:rsid w:val="007C73E2"/>
    <w:rsid w:val="007D09B0"/>
    <w:rsid w:val="007D09EC"/>
    <w:rsid w:val="007D31C7"/>
    <w:rsid w:val="007D5F2A"/>
    <w:rsid w:val="007D6839"/>
    <w:rsid w:val="007E3065"/>
    <w:rsid w:val="007E628C"/>
    <w:rsid w:val="008007D2"/>
    <w:rsid w:val="008014DE"/>
    <w:rsid w:val="0081314B"/>
    <w:rsid w:val="00814524"/>
    <w:rsid w:val="00814822"/>
    <w:rsid w:val="00814F2E"/>
    <w:rsid w:val="00816265"/>
    <w:rsid w:val="00816288"/>
    <w:rsid w:val="00817D33"/>
    <w:rsid w:val="00823AAF"/>
    <w:rsid w:val="00825658"/>
    <w:rsid w:val="00833DC3"/>
    <w:rsid w:val="008421B1"/>
    <w:rsid w:val="00844E92"/>
    <w:rsid w:val="00853AF3"/>
    <w:rsid w:val="008606D8"/>
    <w:rsid w:val="00861768"/>
    <w:rsid w:val="008623F8"/>
    <w:rsid w:val="0086546F"/>
    <w:rsid w:val="00875C3B"/>
    <w:rsid w:val="0087682F"/>
    <w:rsid w:val="0088021B"/>
    <w:rsid w:val="008802B3"/>
    <w:rsid w:val="00882184"/>
    <w:rsid w:val="0089083F"/>
    <w:rsid w:val="0089513D"/>
    <w:rsid w:val="00895C40"/>
    <w:rsid w:val="008A2EE2"/>
    <w:rsid w:val="008A4AA2"/>
    <w:rsid w:val="008B12E2"/>
    <w:rsid w:val="008B7A7B"/>
    <w:rsid w:val="008D0C5E"/>
    <w:rsid w:val="008D4B78"/>
    <w:rsid w:val="008D6512"/>
    <w:rsid w:val="008F6FF2"/>
    <w:rsid w:val="00903FEA"/>
    <w:rsid w:val="0091220D"/>
    <w:rsid w:val="0091799C"/>
    <w:rsid w:val="0092194E"/>
    <w:rsid w:val="00927AAA"/>
    <w:rsid w:val="009303D7"/>
    <w:rsid w:val="00933035"/>
    <w:rsid w:val="00940CCB"/>
    <w:rsid w:val="00944772"/>
    <w:rsid w:val="009453CC"/>
    <w:rsid w:val="00953D30"/>
    <w:rsid w:val="00960629"/>
    <w:rsid w:val="009616A5"/>
    <w:rsid w:val="0096281D"/>
    <w:rsid w:val="00967DA6"/>
    <w:rsid w:val="00972F24"/>
    <w:rsid w:val="009752BF"/>
    <w:rsid w:val="00995A7F"/>
    <w:rsid w:val="0099638A"/>
    <w:rsid w:val="009A1BC3"/>
    <w:rsid w:val="009B0A65"/>
    <w:rsid w:val="009B3262"/>
    <w:rsid w:val="009B4CCD"/>
    <w:rsid w:val="009B52C7"/>
    <w:rsid w:val="009B5C64"/>
    <w:rsid w:val="009B730D"/>
    <w:rsid w:val="009B758A"/>
    <w:rsid w:val="009C479E"/>
    <w:rsid w:val="009C77E8"/>
    <w:rsid w:val="009C7FF6"/>
    <w:rsid w:val="009D556E"/>
    <w:rsid w:val="009D7581"/>
    <w:rsid w:val="009D7ABA"/>
    <w:rsid w:val="009E09B6"/>
    <w:rsid w:val="009E0B2A"/>
    <w:rsid w:val="009F1241"/>
    <w:rsid w:val="009F1B12"/>
    <w:rsid w:val="009F79E0"/>
    <w:rsid w:val="00A026B1"/>
    <w:rsid w:val="00A06202"/>
    <w:rsid w:val="00A063A4"/>
    <w:rsid w:val="00A0723F"/>
    <w:rsid w:val="00A15ACC"/>
    <w:rsid w:val="00A17921"/>
    <w:rsid w:val="00A22AAD"/>
    <w:rsid w:val="00A25A8E"/>
    <w:rsid w:val="00A32D4C"/>
    <w:rsid w:val="00A33962"/>
    <w:rsid w:val="00A34B59"/>
    <w:rsid w:val="00A35F0C"/>
    <w:rsid w:val="00A36B9C"/>
    <w:rsid w:val="00A36C92"/>
    <w:rsid w:val="00A4113C"/>
    <w:rsid w:val="00A47547"/>
    <w:rsid w:val="00A525AA"/>
    <w:rsid w:val="00A54E12"/>
    <w:rsid w:val="00A7036E"/>
    <w:rsid w:val="00A7372E"/>
    <w:rsid w:val="00A76D37"/>
    <w:rsid w:val="00A84E32"/>
    <w:rsid w:val="00A877FD"/>
    <w:rsid w:val="00A959CA"/>
    <w:rsid w:val="00A9731F"/>
    <w:rsid w:val="00AC2E30"/>
    <w:rsid w:val="00AC3CF0"/>
    <w:rsid w:val="00AC4BD1"/>
    <w:rsid w:val="00AC7320"/>
    <w:rsid w:val="00AD2C7B"/>
    <w:rsid w:val="00AD3B8F"/>
    <w:rsid w:val="00AD3D6D"/>
    <w:rsid w:val="00B061C6"/>
    <w:rsid w:val="00B140C0"/>
    <w:rsid w:val="00B14A29"/>
    <w:rsid w:val="00B17915"/>
    <w:rsid w:val="00B21396"/>
    <w:rsid w:val="00B213A4"/>
    <w:rsid w:val="00B235E4"/>
    <w:rsid w:val="00B264CF"/>
    <w:rsid w:val="00B30036"/>
    <w:rsid w:val="00B370E0"/>
    <w:rsid w:val="00B4066E"/>
    <w:rsid w:val="00B42E27"/>
    <w:rsid w:val="00B47E5F"/>
    <w:rsid w:val="00B57158"/>
    <w:rsid w:val="00B60277"/>
    <w:rsid w:val="00B638EB"/>
    <w:rsid w:val="00B6660A"/>
    <w:rsid w:val="00B67422"/>
    <w:rsid w:val="00B67C99"/>
    <w:rsid w:val="00B67EB8"/>
    <w:rsid w:val="00B935AE"/>
    <w:rsid w:val="00BA7439"/>
    <w:rsid w:val="00BB44F8"/>
    <w:rsid w:val="00BB56D2"/>
    <w:rsid w:val="00BC3FC2"/>
    <w:rsid w:val="00BD261F"/>
    <w:rsid w:val="00BD2C3F"/>
    <w:rsid w:val="00BD3ADA"/>
    <w:rsid w:val="00BD5014"/>
    <w:rsid w:val="00BD54D2"/>
    <w:rsid w:val="00BE36CD"/>
    <w:rsid w:val="00BE42F6"/>
    <w:rsid w:val="00BF5C8F"/>
    <w:rsid w:val="00BF6B04"/>
    <w:rsid w:val="00C15897"/>
    <w:rsid w:val="00C1647C"/>
    <w:rsid w:val="00C30429"/>
    <w:rsid w:val="00C37B3F"/>
    <w:rsid w:val="00C42145"/>
    <w:rsid w:val="00C44695"/>
    <w:rsid w:val="00C4476C"/>
    <w:rsid w:val="00C4584B"/>
    <w:rsid w:val="00C531B6"/>
    <w:rsid w:val="00C53834"/>
    <w:rsid w:val="00C5388F"/>
    <w:rsid w:val="00C60078"/>
    <w:rsid w:val="00C600E9"/>
    <w:rsid w:val="00C714C5"/>
    <w:rsid w:val="00C81017"/>
    <w:rsid w:val="00C82FFB"/>
    <w:rsid w:val="00C9264C"/>
    <w:rsid w:val="00C92AD2"/>
    <w:rsid w:val="00CA0B8B"/>
    <w:rsid w:val="00CB3B24"/>
    <w:rsid w:val="00CB4C46"/>
    <w:rsid w:val="00CC0164"/>
    <w:rsid w:val="00CC21EA"/>
    <w:rsid w:val="00CC3AB9"/>
    <w:rsid w:val="00CC5B82"/>
    <w:rsid w:val="00CD2ACF"/>
    <w:rsid w:val="00CD4AE8"/>
    <w:rsid w:val="00CD559E"/>
    <w:rsid w:val="00CE0602"/>
    <w:rsid w:val="00CE1849"/>
    <w:rsid w:val="00CE55F9"/>
    <w:rsid w:val="00CF0FF7"/>
    <w:rsid w:val="00D0279E"/>
    <w:rsid w:val="00D05509"/>
    <w:rsid w:val="00D06485"/>
    <w:rsid w:val="00D12B00"/>
    <w:rsid w:val="00D236F0"/>
    <w:rsid w:val="00D31236"/>
    <w:rsid w:val="00D3194D"/>
    <w:rsid w:val="00D3294F"/>
    <w:rsid w:val="00D3751E"/>
    <w:rsid w:val="00D43262"/>
    <w:rsid w:val="00D45830"/>
    <w:rsid w:val="00D643C9"/>
    <w:rsid w:val="00D71C00"/>
    <w:rsid w:val="00D871C1"/>
    <w:rsid w:val="00D94341"/>
    <w:rsid w:val="00D9593F"/>
    <w:rsid w:val="00D95E61"/>
    <w:rsid w:val="00D96BB7"/>
    <w:rsid w:val="00DA3C0E"/>
    <w:rsid w:val="00DA6FA4"/>
    <w:rsid w:val="00DB1A94"/>
    <w:rsid w:val="00DB371C"/>
    <w:rsid w:val="00DB3C28"/>
    <w:rsid w:val="00DC1C36"/>
    <w:rsid w:val="00DC2498"/>
    <w:rsid w:val="00DD2C0B"/>
    <w:rsid w:val="00E12F91"/>
    <w:rsid w:val="00E1312F"/>
    <w:rsid w:val="00E152AB"/>
    <w:rsid w:val="00E270D8"/>
    <w:rsid w:val="00E27D70"/>
    <w:rsid w:val="00E30C59"/>
    <w:rsid w:val="00E334DA"/>
    <w:rsid w:val="00E33557"/>
    <w:rsid w:val="00E34554"/>
    <w:rsid w:val="00E42129"/>
    <w:rsid w:val="00E45711"/>
    <w:rsid w:val="00E526AE"/>
    <w:rsid w:val="00E53AAF"/>
    <w:rsid w:val="00E55CEA"/>
    <w:rsid w:val="00E63A49"/>
    <w:rsid w:val="00E63BF6"/>
    <w:rsid w:val="00E642A3"/>
    <w:rsid w:val="00E72328"/>
    <w:rsid w:val="00E77338"/>
    <w:rsid w:val="00E82AA1"/>
    <w:rsid w:val="00E84D09"/>
    <w:rsid w:val="00E94232"/>
    <w:rsid w:val="00EA12AD"/>
    <w:rsid w:val="00EA1A88"/>
    <w:rsid w:val="00EA53EE"/>
    <w:rsid w:val="00EA69BD"/>
    <w:rsid w:val="00EB2078"/>
    <w:rsid w:val="00EB5A21"/>
    <w:rsid w:val="00EB5A66"/>
    <w:rsid w:val="00EC1C09"/>
    <w:rsid w:val="00EC6A4D"/>
    <w:rsid w:val="00EC7683"/>
    <w:rsid w:val="00ED0846"/>
    <w:rsid w:val="00ED42D0"/>
    <w:rsid w:val="00ED46A3"/>
    <w:rsid w:val="00ED6B40"/>
    <w:rsid w:val="00EE0C6A"/>
    <w:rsid w:val="00EE6063"/>
    <w:rsid w:val="00EE760D"/>
    <w:rsid w:val="00EF0701"/>
    <w:rsid w:val="00EF3519"/>
    <w:rsid w:val="00EF55F3"/>
    <w:rsid w:val="00EF6DDF"/>
    <w:rsid w:val="00F0729E"/>
    <w:rsid w:val="00F16A5A"/>
    <w:rsid w:val="00F221C8"/>
    <w:rsid w:val="00F227A0"/>
    <w:rsid w:val="00F22F91"/>
    <w:rsid w:val="00F2385D"/>
    <w:rsid w:val="00F264A8"/>
    <w:rsid w:val="00F33BA9"/>
    <w:rsid w:val="00F41F8F"/>
    <w:rsid w:val="00F45721"/>
    <w:rsid w:val="00F637F5"/>
    <w:rsid w:val="00F64602"/>
    <w:rsid w:val="00F70FBC"/>
    <w:rsid w:val="00F76697"/>
    <w:rsid w:val="00F76DCB"/>
    <w:rsid w:val="00F80BED"/>
    <w:rsid w:val="00F8342B"/>
    <w:rsid w:val="00F87B7F"/>
    <w:rsid w:val="00F91F41"/>
    <w:rsid w:val="00F95433"/>
    <w:rsid w:val="00FA067B"/>
    <w:rsid w:val="00FA11FA"/>
    <w:rsid w:val="00FA293A"/>
    <w:rsid w:val="00FA3205"/>
    <w:rsid w:val="00FB19BD"/>
    <w:rsid w:val="00FC0822"/>
    <w:rsid w:val="00FC2B27"/>
    <w:rsid w:val="00FC571C"/>
    <w:rsid w:val="00FC61C0"/>
    <w:rsid w:val="00FC63BD"/>
    <w:rsid w:val="00FD57BC"/>
    <w:rsid w:val="00FD5F37"/>
    <w:rsid w:val="00FE1BA4"/>
    <w:rsid w:val="00FE39C0"/>
    <w:rsid w:val="00FF4220"/>
    <w:rsid w:val="00FF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Phuong Thao</dc:creator>
  <cp:lastModifiedBy>user</cp:lastModifiedBy>
  <cp:revision>12</cp:revision>
  <cp:lastPrinted>2020-12-07T08:54:00Z</cp:lastPrinted>
  <dcterms:created xsi:type="dcterms:W3CDTF">2020-12-04T11:24:00Z</dcterms:created>
  <dcterms:modified xsi:type="dcterms:W3CDTF">2020-12-07T08:55:00Z</dcterms:modified>
</cp:coreProperties>
</file>