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885" w:type="dxa"/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1986"/>
        <w:gridCol w:w="1559"/>
        <w:gridCol w:w="2551"/>
        <w:gridCol w:w="2552"/>
        <w:gridCol w:w="2551"/>
        <w:gridCol w:w="2268"/>
        <w:gridCol w:w="1134"/>
      </w:tblGrid>
      <w:tr w:rsidR="00AA77FA" w:rsidRPr="004E2EA7" w:rsidTr="00E44F56">
        <w:trPr>
          <w:trHeight w:val="9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CA48ED" w:rsidP="00C468D4">
            <w:pPr>
              <w:spacing w:after="0" w:line="276" w:lineRule="auto"/>
              <w:rPr>
                <w:rFonts w:ascii="Times New Roman" w:hAnsi="Times New Roman"/>
                <w:lang w:val="el-GR"/>
              </w:rPr>
            </w:pPr>
            <w:r w:rsidRPr="004E2EA7">
              <w:rPr>
                <w:rFonts w:ascii="Times New Roman" w:hAnsi="Times New Roman"/>
                <w:lang w:val="el-GR"/>
              </w:rPr>
              <w:t>1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  <w:lang w:val="el-GR"/>
              </w:rPr>
            </w:pPr>
            <w:r w:rsidRPr="004E2EA7">
              <w:rPr>
                <w:rFonts w:ascii="Times New Roman" w:hAnsi="Times New Roman"/>
              </w:rPr>
              <w:t>FORKYS FOODS SMPC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before="240" w:after="0" w:line="276" w:lineRule="auto"/>
              <w:jc w:val="center"/>
              <w:rPr>
                <w:rFonts w:ascii="Times New Roman" w:hAnsi="Times New Roman"/>
                <w:lang w:val="el-GR"/>
              </w:rPr>
            </w:pPr>
            <w:r w:rsidRPr="004E2EA7">
              <w:rPr>
                <w:rFonts w:ascii="Times New Roman" w:hAnsi="Times New Roman"/>
              </w:rPr>
              <w:t xml:space="preserve">18 </w:t>
            </w:r>
            <w:r w:rsidRPr="004E2EA7">
              <w:rPr>
                <w:rFonts w:ascii="Times New Roman" w:hAnsi="Times New Roman"/>
                <w:lang w:val="el-GR"/>
              </w:rPr>
              <w:t>ΚΝ 199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before="240"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SINDOS  INDUSTRIAL AREA, THESSALOLIKI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28611A" w:rsidRDefault="004E2EA7" w:rsidP="00AA77FA">
            <w:pPr>
              <w:spacing w:before="240" w:after="0" w:line="276" w:lineRule="auto"/>
              <w:rPr>
                <w:rFonts w:ascii="Times New Roman" w:hAnsi="Times New Roman"/>
              </w:rPr>
            </w:pPr>
            <w:r w:rsidRPr="0028611A">
              <w:rPr>
                <w:rFonts w:ascii="Times New Roman" w:hAnsi="Times New Roman"/>
              </w:rPr>
              <w:t>CRABS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</w:rPr>
            </w:pPr>
          </w:p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FROZEN</w:t>
            </w:r>
            <w:r w:rsidR="004E2EA7" w:rsidRPr="004E2EA7">
              <w:rPr>
                <w:rFonts w:ascii="Times New Roman" w:hAnsi="Times New Roman"/>
                <w:lang w:val="el-GR"/>
              </w:rPr>
              <w:t xml:space="preserve">, </w:t>
            </w:r>
            <w:r w:rsidR="004E2EA7" w:rsidRPr="004E2EA7">
              <w:rPr>
                <w:rFonts w:ascii="Times New Roman" w:hAnsi="Times New Roman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7FA" w:rsidRPr="004E2EA7" w:rsidRDefault="00AA77FA" w:rsidP="00E44F56">
            <w:pPr>
              <w:spacing w:after="0" w:line="276" w:lineRule="auto"/>
              <w:ind w:left="142"/>
              <w:rPr>
                <w:rFonts w:ascii="Times New Roman" w:hAnsi="Times New Roman"/>
              </w:rPr>
            </w:pPr>
          </w:p>
          <w:p w:rsidR="00AA77FA" w:rsidRPr="004E2EA7" w:rsidRDefault="00AA77FA" w:rsidP="00E44F56">
            <w:pPr>
              <w:spacing w:after="0" w:line="276" w:lineRule="auto"/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Callinectes</w:t>
            </w:r>
            <w:proofErr w:type="spellEnd"/>
            <w:r w:rsidR="00CA48ED" w:rsidRPr="004E2EA7">
              <w:rPr>
                <w:rFonts w:ascii="Times New Roman" w:hAnsi="Times New Roman"/>
                <w:lang w:val="el-GR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sapidus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  <w:u w:val="single"/>
              </w:rPr>
            </w:pPr>
          </w:p>
        </w:tc>
      </w:tr>
      <w:tr w:rsidR="00AA77FA" w:rsidRPr="004E2EA7" w:rsidTr="00E44F56">
        <w:trPr>
          <w:trHeight w:val="90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before="240"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before="240"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28611A" w:rsidRDefault="004E2EA7" w:rsidP="00C468D4">
            <w:pPr>
              <w:spacing w:before="240" w:after="0" w:line="276" w:lineRule="auto"/>
              <w:rPr>
                <w:rFonts w:ascii="Times New Roman" w:hAnsi="Times New Roman"/>
              </w:rPr>
            </w:pPr>
            <w:r w:rsidRPr="0028611A">
              <w:rPr>
                <w:rFonts w:ascii="Times New Roman" w:hAnsi="Times New Roman"/>
              </w:rPr>
              <w:t>CRAYFISH</w:t>
            </w:r>
            <w:r w:rsidR="00AA77FA" w:rsidRPr="0028611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FROZEN</w:t>
            </w:r>
            <w:r w:rsidR="004E2EA7" w:rsidRPr="004E2EA7">
              <w:rPr>
                <w:rFonts w:ascii="Times New Roman" w:hAnsi="Times New Roman"/>
              </w:rPr>
              <w:t>, CHILLED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7FA" w:rsidRPr="004E2EA7" w:rsidRDefault="00AA77FA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Astacus</w:t>
            </w:r>
            <w:proofErr w:type="spellEnd"/>
            <w:r w:rsidR="00CA48ED" w:rsidRPr="004E2EA7">
              <w:rPr>
                <w:rFonts w:ascii="Times New Roman" w:hAnsi="Times New Roman"/>
                <w:lang w:val="el-GR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Leptodactylous</w:t>
            </w:r>
            <w:proofErr w:type="spellEnd"/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  <w:u w:val="single"/>
              </w:rPr>
            </w:pPr>
          </w:p>
        </w:tc>
      </w:tr>
      <w:tr w:rsidR="00AA77FA" w:rsidRPr="004E2EA7" w:rsidTr="00E44F56">
        <w:trPr>
          <w:trHeight w:val="905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before="240"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before="240"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28611A" w:rsidRDefault="00AA77FA" w:rsidP="00C468D4">
            <w:pPr>
              <w:spacing w:before="240" w:after="0" w:line="276" w:lineRule="auto"/>
              <w:rPr>
                <w:rFonts w:ascii="Times New Roman" w:hAnsi="Times New Roman"/>
              </w:rPr>
            </w:pPr>
            <w:r w:rsidRPr="0028611A">
              <w:rPr>
                <w:rFonts w:ascii="Times New Roman" w:hAnsi="Times New Roman"/>
              </w:rPr>
              <w:t>MUSSELS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FROZEN</w:t>
            </w:r>
            <w:r w:rsidR="004E2EA7" w:rsidRPr="004E2EA7">
              <w:rPr>
                <w:rFonts w:ascii="Times New Roman" w:hAnsi="Times New Roman"/>
              </w:rPr>
              <w:t>, CHILLED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7FA" w:rsidRPr="004E2EA7" w:rsidRDefault="00AA77FA" w:rsidP="00E44F56">
            <w:pPr>
              <w:spacing w:after="0" w:line="276" w:lineRule="auto"/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Mytilus</w:t>
            </w:r>
            <w:proofErr w:type="spellEnd"/>
            <w:r w:rsidR="00CA48ED" w:rsidRPr="004E2EA7">
              <w:rPr>
                <w:rFonts w:ascii="Times New Roman" w:hAnsi="Times New Roman"/>
                <w:lang w:val="el-GR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galloprovintiallis</w:t>
            </w:r>
            <w:proofErr w:type="spellEnd"/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A77FA" w:rsidRPr="004E2EA7" w:rsidRDefault="00AA77FA" w:rsidP="00C468D4">
            <w:pPr>
              <w:spacing w:after="0" w:line="276" w:lineRule="auto"/>
              <w:rPr>
                <w:rFonts w:ascii="Times New Roman" w:hAnsi="Times New Roman"/>
                <w:u w:val="single"/>
              </w:rPr>
            </w:pPr>
          </w:p>
        </w:tc>
      </w:tr>
      <w:tr w:rsidR="004733BD" w:rsidRPr="004E2EA7" w:rsidTr="00E44F56">
        <w:trPr>
          <w:trHeight w:val="11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CA48ED" w:rsidP="00C468D4">
            <w:pPr>
              <w:spacing w:after="0" w:line="276" w:lineRule="auto"/>
              <w:rPr>
                <w:rFonts w:ascii="Times New Roman" w:hAnsi="Times New Roman"/>
                <w:lang w:val="el-GR"/>
              </w:rPr>
            </w:pPr>
            <w:r w:rsidRPr="004E2EA7">
              <w:rPr>
                <w:rFonts w:ascii="Times New Roman" w:hAnsi="Times New Roman"/>
                <w:lang w:val="el-GR"/>
              </w:rPr>
              <w:t>2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spacing w:before="240"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FORKYS FOODS SMPC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spacing w:before="240" w:after="0" w:line="276" w:lineRule="auto"/>
              <w:jc w:val="center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  <w:lang w:val="el-GR"/>
              </w:rPr>
              <w:t xml:space="preserve">18 </w:t>
            </w:r>
            <w:r w:rsidRPr="004E2EA7">
              <w:rPr>
                <w:rFonts w:ascii="Times New Roman" w:hAnsi="Times New Roman"/>
              </w:rPr>
              <w:t>S 189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SINDOS  INDUSTRIAL AREA, THESSALOLIKI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28611A" w:rsidRDefault="004733BD" w:rsidP="00C468D4">
            <w:pPr>
              <w:rPr>
                <w:rFonts w:ascii="Times New Roman" w:hAnsi="Times New Roman"/>
              </w:rPr>
            </w:pPr>
          </w:p>
          <w:p w:rsidR="004733BD" w:rsidRPr="0028611A" w:rsidRDefault="004E2EA7" w:rsidP="00C468D4">
            <w:pPr>
              <w:rPr>
                <w:rFonts w:ascii="Times New Roman" w:hAnsi="Times New Roman"/>
              </w:rPr>
            </w:pPr>
            <w:r w:rsidRPr="0028611A">
              <w:rPr>
                <w:rFonts w:ascii="Times New Roman" w:hAnsi="Times New Roman"/>
              </w:rPr>
              <w:t>CRABS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spacing w:after="0" w:line="276" w:lineRule="auto"/>
              <w:rPr>
                <w:rFonts w:ascii="Times New Roman" w:hAnsi="Times New Roman"/>
              </w:rPr>
            </w:pPr>
          </w:p>
          <w:p w:rsidR="004733BD" w:rsidRPr="004E2EA7" w:rsidRDefault="004733BD" w:rsidP="00C468D4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3BD" w:rsidRPr="004E2EA7" w:rsidRDefault="004733BD" w:rsidP="00E44F56">
            <w:pPr>
              <w:spacing w:after="0" w:line="276" w:lineRule="auto"/>
              <w:ind w:left="142"/>
              <w:rPr>
                <w:rFonts w:ascii="Times New Roman" w:hAnsi="Times New Roman"/>
              </w:rPr>
            </w:pPr>
          </w:p>
          <w:p w:rsidR="004733BD" w:rsidRPr="004E2EA7" w:rsidRDefault="004733BD" w:rsidP="00E44F56">
            <w:pPr>
              <w:spacing w:after="0" w:line="276" w:lineRule="auto"/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Callinectes</w:t>
            </w:r>
            <w:proofErr w:type="spellEnd"/>
            <w:r w:rsid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sapidus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733BD" w:rsidRPr="004E2EA7" w:rsidRDefault="004733BD" w:rsidP="00C468D4">
            <w:pPr>
              <w:spacing w:after="0" w:line="276" w:lineRule="auto"/>
              <w:rPr>
                <w:rFonts w:ascii="Times New Roman" w:hAnsi="Times New Roman"/>
                <w:u w:val="single"/>
              </w:rPr>
            </w:pPr>
          </w:p>
        </w:tc>
      </w:tr>
      <w:tr w:rsidR="004733BD" w:rsidRPr="004E2EA7" w:rsidTr="00E44F56">
        <w:trPr>
          <w:trHeight w:val="116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spacing w:before="240"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spacing w:before="240" w:after="0" w:line="276" w:lineRule="auto"/>
              <w:jc w:val="center"/>
              <w:rPr>
                <w:rFonts w:ascii="Times New Roman" w:hAnsi="Times New Roman"/>
                <w:lang w:val="el-GR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28611A" w:rsidRDefault="004E2EA7" w:rsidP="00C468D4">
            <w:pPr>
              <w:rPr>
                <w:rFonts w:ascii="Times New Roman" w:hAnsi="Times New Roman"/>
              </w:rPr>
            </w:pPr>
            <w:r w:rsidRPr="0028611A">
              <w:rPr>
                <w:rFonts w:ascii="Times New Roman" w:hAnsi="Times New Roman"/>
              </w:rPr>
              <w:t>CRAYFISH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3BD" w:rsidRPr="004E2EA7" w:rsidRDefault="004733BD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Astacus</w:t>
            </w:r>
            <w:proofErr w:type="spellEnd"/>
            <w:r w:rsid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Leptodactylous</w:t>
            </w:r>
            <w:proofErr w:type="spellEnd"/>
          </w:p>
          <w:p w:rsidR="004733BD" w:rsidRPr="004E2EA7" w:rsidRDefault="004733BD" w:rsidP="00E44F56">
            <w:pPr>
              <w:spacing w:after="0" w:line="276" w:lineRule="auto"/>
              <w:ind w:left="142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733BD" w:rsidRPr="004E2EA7" w:rsidRDefault="004733BD" w:rsidP="00C468D4">
            <w:pPr>
              <w:spacing w:after="0" w:line="276" w:lineRule="auto"/>
              <w:rPr>
                <w:rFonts w:ascii="Times New Roman" w:hAnsi="Times New Roman"/>
                <w:u w:val="single"/>
              </w:rPr>
            </w:pPr>
          </w:p>
        </w:tc>
      </w:tr>
      <w:tr w:rsidR="004733BD" w:rsidRPr="004E2EA7" w:rsidTr="00E44F56">
        <w:trPr>
          <w:trHeight w:val="1165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spacing w:before="240"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spacing w:before="240" w:after="0" w:line="276" w:lineRule="auto"/>
              <w:jc w:val="center"/>
              <w:rPr>
                <w:rFonts w:ascii="Times New Roman" w:hAnsi="Times New Roman"/>
                <w:lang w:val="el-GR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28611A" w:rsidRDefault="004733BD" w:rsidP="00C468D4">
            <w:pPr>
              <w:rPr>
                <w:rFonts w:ascii="Times New Roman" w:hAnsi="Times New Roman"/>
              </w:rPr>
            </w:pPr>
            <w:r w:rsidRPr="0028611A">
              <w:rPr>
                <w:rFonts w:ascii="Times New Roman" w:hAnsi="Times New Roman"/>
              </w:rPr>
              <w:t>MUSSELS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33BD" w:rsidRPr="004E2EA7" w:rsidRDefault="004733BD" w:rsidP="00C468D4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3BD" w:rsidRPr="004E2EA7" w:rsidRDefault="004733BD" w:rsidP="00E44F56">
            <w:pPr>
              <w:spacing w:after="0" w:line="276" w:lineRule="auto"/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Mytilus</w:t>
            </w:r>
            <w:proofErr w:type="spellEnd"/>
            <w:r w:rsid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galloprovintiallis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733BD" w:rsidRPr="004E2EA7" w:rsidRDefault="004733BD" w:rsidP="00C468D4">
            <w:pPr>
              <w:spacing w:after="0" w:line="276" w:lineRule="auto"/>
              <w:rPr>
                <w:rFonts w:ascii="Times New Roman" w:hAnsi="Times New Roman"/>
                <w:u w:val="single"/>
              </w:rPr>
            </w:pPr>
          </w:p>
        </w:tc>
      </w:tr>
      <w:tr w:rsidR="00FB554B" w:rsidRPr="004E2EA7" w:rsidTr="00E44F56">
        <w:trPr>
          <w:trHeight w:val="159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CA48ED" w:rsidP="00AA77FA">
            <w:pPr>
              <w:spacing w:after="0" w:line="276" w:lineRule="auto"/>
              <w:rPr>
                <w:rFonts w:ascii="Times New Roman" w:hAnsi="Times New Roman"/>
                <w:lang w:val="el-GR"/>
              </w:rPr>
            </w:pPr>
            <w:bookmarkStart w:id="0" w:name="_GoBack"/>
            <w:bookmarkEnd w:id="0"/>
            <w:r w:rsidRPr="004E2EA7">
              <w:rPr>
                <w:rFonts w:ascii="Times New Roman" w:hAnsi="Times New Roman"/>
                <w:lang w:val="el-GR"/>
              </w:rPr>
              <w:lastRenderedPageBreak/>
              <w:t>3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A77FA">
            <w:pPr>
              <w:spacing w:before="240"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OLYMPIAS</w:t>
            </w:r>
          </w:p>
          <w:p w:rsidR="00FB554B" w:rsidRPr="004E2EA7" w:rsidRDefault="00FB554B" w:rsidP="00AA77FA">
            <w:pPr>
              <w:spacing w:before="240"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AVEE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A77FA">
            <w:pPr>
              <w:spacing w:before="240" w:after="0" w:line="276" w:lineRule="auto"/>
              <w:jc w:val="center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18 KN 129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KIMINA THESSALONIKI 57300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MUSSELS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D84A66" w:rsidP="00D84A66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FROZEN </w:t>
            </w:r>
          </w:p>
          <w:p w:rsidR="00FB554B" w:rsidRPr="004E2EA7" w:rsidRDefault="00FB554B" w:rsidP="00D84A6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554B" w:rsidRPr="004E2EA7" w:rsidRDefault="00FB554B" w:rsidP="00E44F56">
            <w:pPr>
              <w:spacing w:after="0" w:line="276" w:lineRule="auto"/>
              <w:ind w:left="176"/>
              <w:rPr>
                <w:rFonts w:ascii="Times New Roman" w:hAnsi="Times New Roman"/>
                <w:u w:val="single"/>
              </w:rPr>
            </w:pPr>
          </w:p>
          <w:p w:rsidR="00FB554B" w:rsidRPr="004E2EA7" w:rsidRDefault="00FB554B" w:rsidP="00E44F56">
            <w:pPr>
              <w:spacing w:after="0" w:line="276" w:lineRule="auto"/>
              <w:ind w:left="176"/>
              <w:rPr>
                <w:rFonts w:ascii="Times New Roman" w:hAnsi="Times New Roman"/>
                <w:u w:val="single"/>
              </w:rPr>
            </w:pPr>
            <w:proofErr w:type="spellStart"/>
            <w:r w:rsidRPr="004E2EA7">
              <w:rPr>
                <w:rFonts w:ascii="Times New Roman" w:hAnsi="Times New Roman"/>
                <w:u w:val="single"/>
              </w:rPr>
              <w:t>Mytilus</w:t>
            </w:r>
            <w:proofErr w:type="spellEnd"/>
            <w:r w:rsidRPr="004E2EA7">
              <w:rPr>
                <w:rFonts w:ascii="Times New Roman" w:hAnsi="Times New Roman"/>
                <w:u w:val="single"/>
              </w:rPr>
              <w:t xml:space="preserve">         </w:t>
            </w:r>
            <w:proofErr w:type="spellStart"/>
            <w:r w:rsidRPr="004E2EA7">
              <w:rPr>
                <w:rFonts w:ascii="Times New Roman" w:hAnsi="Times New Roman"/>
                <w:u w:val="single"/>
              </w:rPr>
              <w:t>galloprovincialis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554B" w:rsidRPr="004E2EA7" w:rsidRDefault="00FB554B" w:rsidP="00A523C5">
            <w:pPr>
              <w:spacing w:after="0" w:line="276" w:lineRule="auto"/>
              <w:rPr>
                <w:rFonts w:ascii="Times New Roman" w:hAnsi="Times New Roman"/>
                <w:u w:val="single"/>
              </w:rPr>
            </w:pPr>
          </w:p>
        </w:tc>
      </w:tr>
      <w:tr w:rsidR="00D84A66" w:rsidRPr="004E2EA7" w:rsidTr="00E44F56">
        <w:trPr>
          <w:trHeight w:val="1593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Pr="004E2EA7" w:rsidRDefault="00D84A66" w:rsidP="00AA77FA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Pr="004E2EA7" w:rsidRDefault="00D84A66" w:rsidP="00AA77FA">
            <w:pPr>
              <w:spacing w:before="240"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Pr="004E2EA7" w:rsidRDefault="00D84A66" w:rsidP="00AA77FA">
            <w:pPr>
              <w:spacing w:before="240"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Pr="004E2EA7" w:rsidRDefault="00D84A66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Pr="004E2EA7" w:rsidRDefault="00D84A66" w:rsidP="00A523C5">
            <w:pPr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BLUE CRAB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Default="00D84A66" w:rsidP="00D84A66">
            <w:r w:rsidRPr="00564073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A66" w:rsidRPr="004E2EA7" w:rsidRDefault="00D84A66" w:rsidP="00E44F56">
            <w:pPr>
              <w:spacing w:after="0" w:line="276" w:lineRule="auto"/>
              <w:ind w:left="176"/>
              <w:rPr>
                <w:rFonts w:ascii="Times New Roman" w:hAnsi="Times New Roman"/>
              </w:rPr>
            </w:pPr>
          </w:p>
          <w:p w:rsidR="00D84A66" w:rsidRPr="004E2EA7" w:rsidRDefault="00D84A66" w:rsidP="00E44F56">
            <w:pPr>
              <w:spacing w:after="0" w:line="276" w:lineRule="auto"/>
              <w:ind w:left="176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Callinectes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sapidus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84A66" w:rsidRPr="004E2EA7" w:rsidRDefault="00D84A66" w:rsidP="00A523C5">
            <w:pPr>
              <w:spacing w:after="0" w:line="276" w:lineRule="auto"/>
              <w:rPr>
                <w:rFonts w:ascii="Times New Roman" w:hAnsi="Times New Roman"/>
                <w:u w:val="single"/>
              </w:rPr>
            </w:pPr>
          </w:p>
        </w:tc>
      </w:tr>
      <w:tr w:rsidR="00D84A66" w:rsidRPr="004E2EA7" w:rsidTr="00E44F56">
        <w:trPr>
          <w:trHeight w:val="159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Pr="004E2EA7" w:rsidRDefault="00E74E92" w:rsidP="00AA77FA">
            <w:pPr>
              <w:spacing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Pr="004E2EA7" w:rsidRDefault="00D84A66" w:rsidP="00AA77FA">
            <w:pPr>
              <w:spacing w:before="240"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OLYMPIAS</w:t>
            </w:r>
          </w:p>
          <w:p w:rsidR="00D84A66" w:rsidRPr="004E2EA7" w:rsidRDefault="00D84A66" w:rsidP="00AA77FA">
            <w:pPr>
              <w:spacing w:before="240"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AVEE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Pr="004E2EA7" w:rsidRDefault="00D84A66" w:rsidP="00AA77FA">
            <w:pPr>
              <w:spacing w:before="240" w:after="0" w:line="276" w:lineRule="auto"/>
              <w:jc w:val="center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18 A 122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Pr="004E2EA7" w:rsidRDefault="00D84A66" w:rsidP="00A523C5">
            <w:pPr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KIMINA THESSALONIKI 57300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Pr="004E2EA7" w:rsidRDefault="00D84A66" w:rsidP="00A523C5">
            <w:pPr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FROZEN MUSSELS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A66" w:rsidRDefault="00D84A66" w:rsidP="00D84A66">
            <w:r w:rsidRPr="00564073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A66" w:rsidRPr="004E2EA7" w:rsidRDefault="00D84A66" w:rsidP="00E44F56">
            <w:pPr>
              <w:spacing w:after="0" w:line="276" w:lineRule="auto"/>
              <w:ind w:left="176"/>
              <w:rPr>
                <w:rFonts w:ascii="Times New Roman" w:hAnsi="Times New Roman"/>
              </w:rPr>
            </w:pPr>
          </w:p>
          <w:p w:rsidR="00D84A66" w:rsidRPr="004E2EA7" w:rsidRDefault="00D84A66" w:rsidP="00E44F56">
            <w:pPr>
              <w:spacing w:after="0" w:line="276" w:lineRule="auto"/>
              <w:ind w:left="176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Mytilus</w:t>
            </w:r>
            <w:proofErr w:type="spellEnd"/>
          </w:p>
          <w:p w:rsidR="00D84A66" w:rsidRPr="004E2EA7" w:rsidRDefault="00D84A66" w:rsidP="00E44F56">
            <w:pPr>
              <w:spacing w:after="0" w:line="276" w:lineRule="auto"/>
              <w:ind w:left="176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galloprovincialis</w:t>
            </w:r>
            <w:proofErr w:type="spellEnd"/>
          </w:p>
          <w:p w:rsidR="00D84A66" w:rsidRPr="004E2EA7" w:rsidRDefault="00D84A66" w:rsidP="00E44F56">
            <w:pPr>
              <w:spacing w:after="0" w:line="276" w:lineRule="auto"/>
              <w:ind w:left="17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84A66" w:rsidRPr="004E2EA7" w:rsidRDefault="00D84A66" w:rsidP="00A523C5">
            <w:pPr>
              <w:spacing w:after="0" w:line="276" w:lineRule="auto"/>
              <w:rPr>
                <w:rFonts w:ascii="Times New Roman" w:hAnsi="Times New Roman"/>
                <w:u w:val="single"/>
              </w:rPr>
            </w:pPr>
          </w:p>
        </w:tc>
      </w:tr>
      <w:tr w:rsidR="00AA77FA" w:rsidRPr="004E2EA7" w:rsidTr="00E44F56">
        <w:trPr>
          <w:trHeight w:val="1593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AA77FA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AA77FA">
            <w:pPr>
              <w:spacing w:before="240"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AA77FA">
            <w:pPr>
              <w:spacing w:before="240"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AA77FA" w:rsidP="00A523C5">
            <w:pPr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BLUE CRAB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7FA" w:rsidRPr="004E2EA7" w:rsidRDefault="00D84A66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7FA" w:rsidRPr="004E2EA7" w:rsidRDefault="00AA77FA" w:rsidP="00E44F56">
            <w:pPr>
              <w:spacing w:after="0" w:line="276" w:lineRule="auto"/>
              <w:ind w:left="176"/>
              <w:rPr>
                <w:rFonts w:ascii="Times New Roman" w:hAnsi="Times New Roman"/>
              </w:rPr>
            </w:pPr>
          </w:p>
          <w:p w:rsidR="00AA77FA" w:rsidRPr="004E2EA7" w:rsidRDefault="00AA77FA" w:rsidP="00E44F56">
            <w:pPr>
              <w:spacing w:after="0" w:line="276" w:lineRule="auto"/>
              <w:ind w:left="176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Callinectes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sapidus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A77FA" w:rsidRPr="004E2EA7" w:rsidRDefault="00AA77FA" w:rsidP="00A523C5">
            <w:pPr>
              <w:spacing w:after="0" w:line="276" w:lineRule="auto"/>
              <w:rPr>
                <w:rFonts w:ascii="Times New Roman" w:hAnsi="Times New Roman"/>
                <w:u w:val="single"/>
              </w:rPr>
            </w:pPr>
          </w:p>
        </w:tc>
      </w:tr>
      <w:tr w:rsidR="005A3467" w:rsidRPr="004E2EA7" w:rsidTr="00E44F56">
        <w:tblPrEx>
          <w:tblCellMar>
            <w:left w:w="108" w:type="dxa"/>
            <w:right w:w="108" w:type="dxa"/>
          </w:tblCellMar>
          <w:tblLook w:val="04A0"/>
        </w:tblPrEx>
        <w:trPr>
          <w:trHeight w:val="53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E74E92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E2EA7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MESOGEIOS S.A. / MSG Group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GR 18 KN 242 CE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N. MICHANIONA                  – GREECE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DEEPWATER ROSE SHRIMP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4E2EA7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67" w:rsidRPr="004E2EA7" w:rsidRDefault="005A3467" w:rsidP="00E44F56">
            <w:pPr>
              <w:spacing w:after="0" w:line="240" w:lineRule="auto"/>
              <w:ind w:left="176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Parapenaeus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longirostris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5A3467" w:rsidRPr="004E2EA7" w:rsidTr="00E44F56">
        <w:tblPrEx>
          <w:tblCellMar>
            <w:left w:w="108" w:type="dxa"/>
            <w:right w:w="108" w:type="dxa"/>
          </w:tblCellMar>
          <w:tblLook w:val="04A0"/>
        </w:tblPrEx>
        <w:trPr>
          <w:trHeight w:val="50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CARAMOTE SHRIMP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4E2EA7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E44F56">
            <w:pPr>
              <w:spacing w:after="0" w:line="240" w:lineRule="auto"/>
              <w:ind w:left="176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Melicertus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kerathurus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5A3467" w:rsidRPr="004E2EA7" w:rsidTr="00E44F56">
        <w:tblPrEx>
          <w:tblCellMar>
            <w:left w:w="108" w:type="dxa"/>
            <w:right w:w="108" w:type="dxa"/>
          </w:tblCellMar>
          <w:tblLook w:val="04A0"/>
        </w:tblPrEx>
        <w:trPr>
          <w:trHeight w:val="62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MANTIS SQUILLID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4E2EA7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Squilla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mantis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67" w:rsidRPr="004E2EA7" w:rsidRDefault="005A3467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D84A66" w:rsidRPr="004E2EA7" w:rsidTr="00E44F56">
        <w:tblPrEx>
          <w:tblCellMar>
            <w:left w:w="108" w:type="dxa"/>
            <w:right w:w="108" w:type="dxa"/>
          </w:tblCellMar>
          <w:tblLook w:val="04A0"/>
        </w:tblPrEx>
        <w:trPr>
          <w:trHeight w:val="56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 xml:space="preserve">OCTOPUS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A66" w:rsidRDefault="00D84A66">
            <w:r w:rsidRPr="00E734F1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Octopus </w:t>
            </w: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vulgaris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D84A66" w:rsidRPr="004E2EA7" w:rsidTr="00E44F56">
        <w:tblPrEx>
          <w:tblCellMar>
            <w:left w:w="108" w:type="dxa"/>
            <w:right w:w="108" w:type="dxa"/>
          </w:tblCellMar>
          <w:tblLook w:val="04A0"/>
        </w:tblPrEx>
        <w:trPr>
          <w:trHeight w:val="5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HORNED OCTOPUS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A66" w:rsidRDefault="00D84A66">
            <w:r w:rsidRPr="00E734F1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Eledone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spp.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D84A66" w:rsidRPr="004E2EA7" w:rsidTr="00E44F56">
        <w:tblPrEx>
          <w:tblCellMar>
            <w:left w:w="108" w:type="dxa"/>
            <w:right w:w="108" w:type="dxa"/>
          </w:tblCellMar>
          <w:tblLook w:val="04A0"/>
        </w:tblPrEx>
        <w:trPr>
          <w:trHeight w:val="4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 xml:space="preserve">CUTTLEFISH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A66" w:rsidRDefault="00D84A66">
            <w:r w:rsidRPr="00E734F1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Sepia </w:t>
            </w: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officinalis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D84A66" w:rsidRPr="004E2EA7" w:rsidTr="00E44F56">
        <w:tblPrEx>
          <w:tblCellMar>
            <w:left w:w="108" w:type="dxa"/>
            <w:right w:w="108" w:type="dxa"/>
          </w:tblCellMar>
          <w:tblLook w:val="04A0"/>
        </w:tblPrEx>
        <w:trPr>
          <w:trHeight w:val="56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EUROPEAN FLYING SQUID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A66" w:rsidRDefault="00D84A66">
            <w:r w:rsidRPr="00E734F1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84A" w:rsidRDefault="00D84A66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Todarodes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65084A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 </w:t>
            </w:r>
          </w:p>
          <w:p w:rsidR="000C32E0" w:rsidRPr="004E2EA7" w:rsidRDefault="0065084A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="000C32E0"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S</w:t>
            </w:r>
            <w:r w:rsidR="00D84A66"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agittatus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D84A66" w:rsidRPr="004E2EA7" w:rsidTr="00E44F56">
        <w:tblPrEx>
          <w:tblCellMar>
            <w:left w:w="108" w:type="dxa"/>
            <w:right w:w="108" w:type="dxa"/>
          </w:tblCellMar>
          <w:tblLook w:val="04A0"/>
        </w:tblPrEx>
        <w:trPr>
          <w:trHeight w:val="5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 xml:space="preserve">MONKFISH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A66" w:rsidRDefault="00D84A66">
            <w:r w:rsidRPr="00E734F1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Lophius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piscatorius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66" w:rsidRPr="004E2EA7" w:rsidRDefault="00D84A66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28611A" w:rsidRPr="004E2EA7" w:rsidTr="0055375B">
        <w:tblPrEx>
          <w:tblCellMar>
            <w:left w:w="108" w:type="dxa"/>
            <w:right w:w="108" w:type="dxa"/>
          </w:tblCellMar>
          <w:tblLook w:val="04A0"/>
        </w:tblPrEx>
        <w:trPr>
          <w:trHeight w:val="55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E74E92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E2EA7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MESOGEIOS S.A. / MSG Group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GR 18 A 146 CE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28611A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N. MICHANIONA   GREECE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SEA CUCUMBER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11A" w:rsidRDefault="0028611A">
            <w:r w:rsidRPr="00E734F1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Default="0028611A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Holothuria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</w:p>
          <w:p w:rsidR="0028611A" w:rsidRDefault="000C32E0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T</w:t>
            </w:r>
            <w:r w:rsidR="0028611A"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ubulosa</w:t>
            </w:r>
            <w:proofErr w:type="spellEnd"/>
          </w:p>
          <w:p w:rsidR="000C32E0" w:rsidRPr="004E2EA7" w:rsidRDefault="000C32E0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28611A" w:rsidRPr="004E2EA7" w:rsidTr="0055375B">
        <w:tblPrEx>
          <w:tblCellMar>
            <w:left w:w="108" w:type="dxa"/>
            <w:right w:w="108" w:type="dxa"/>
          </w:tblCellMar>
          <w:tblLook w:val="04A0"/>
        </w:tblPrEx>
        <w:trPr>
          <w:trHeight w:val="51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SEA CUCUMBER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11A" w:rsidRDefault="0028611A">
            <w:r w:rsidRPr="00E734F1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Default="0028611A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Holothuria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spp.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–</w:t>
            </w:r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</w:p>
          <w:p w:rsidR="0028611A" w:rsidRDefault="0028611A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Holothuria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poli</w:t>
            </w:r>
            <w:proofErr w:type="spellEnd"/>
          </w:p>
          <w:p w:rsidR="000C32E0" w:rsidRPr="004E2EA7" w:rsidRDefault="000C32E0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28611A" w:rsidRPr="004E2EA7" w:rsidTr="0055375B">
        <w:tblPrEx>
          <w:tblCellMar>
            <w:left w:w="108" w:type="dxa"/>
            <w:right w:w="108" w:type="dxa"/>
          </w:tblCellMar>
          <w:tblLook w:val="04A0"/>
        </w:tblPrEx>
        <w:trPr>
          <w:trHeight w:val="49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SEA CUCUMBER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11A" w:rsidRDefault="0028611A">
            <w:r w:rsidRPr="00E734F1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Default="0028611A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Holothuria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spp. -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</w:p>
          <w:p w:rsidR="0028611A" w:rsidRDefault="0028611A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Holothuria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sanctori</w:t>
            </w:r>
            <w:proofErr w:type="spellEnd"/>
          </w:p>
          <w:p w:rsidR="000C32E0" w:rsidRPr="004E2EA7" w:rsidRDefault="000C32E0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28611A" w:rsidRPr="004E2EA7" w:rsidTr="0055375B">
        <w:tblPrEx>
          <w:tblCellMar>
            <w:left w:w="108" w:type="dxa"/>
            <w:right w:w="108" w:type="dxa"/>
          </w:tblCellMar>
          <w:tblLook w:val="04A0"/>
        </w:tblPrEx>
        <w:trPr>
          <w:trHeight w:val="6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SEA CUCUMBER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11A" w:rsidRDefault="0028611A">
            <w:r w:rsidRPr="002B57D4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Default="0028611A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Holothuria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spp.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–</w:t>
            </w:r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</w:p>
          <w:p w:rsidR="0028611A" w:rsidRPr="004E2EA7" w:rsidRDefault="0028611A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Holothuria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forskali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28611A" w:rsidRPr="004E2EA7" w:rsidTr="0055375B">
        <w:tblPrEx>
          <w:tblCellMar>
            <w:left w:w="108" w:type="dxa"/>
            <w:right w:w="108" w:type="dxa"/>
          </w:tblCellMar>
          <w:tblLook w:val="04A0"/>
        </w:tblPrEx>
        <w:trPr>
          <w:trHeight w:val="6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SEA CUCUMBER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11A" w:rsidRDefault="0028611A">
            <w:r w:rsidRPr="002B57D4">
              <w:rPr>
                <w:rFonts w:ascii="Times New Roman" w:hAnsi="Times New Roman"/>
              </w:rPr>
              <w:t>FROZEN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E44F56">
            <w:pPr>
              <w:spacing w:after="0" w:line="240" w:lineRule="auto"/>
              <w:ind w:firstLine="142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Stichopus</w:t>
            </w:r>
            <w:proofErr w:type="spellEnd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E2EA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regalis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11A" w:rsidRPr="004E2EA7" w:rsidRDefault="0028611A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FB554B" w:rsidRPr="004E2EA7" w:rsidTr="00E44F56">
        <w:trPr>
          <w:trHeight w:val="73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E74E92" w:rsidP="00A523C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7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SILO MOL P.C.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jc w:val="center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18 A 144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VIO. PE. </w:t>
            </w:r>
          </w:p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NEA MICHANIONA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HOLOTHUROIDAE       </w:t>
            </w:r>
          </w:p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(SEA CUCUMBER)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D84A66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BOILED / F</w:t>
            </w:r>
            <w:r w:rsidR="00D84A66">
              <w:rPr>
                <w:rFonts w:asciiTheme="minorHAnsi" w:hAnsiTheme="minorHAnsi" w:cstheme="minorHAnsi"/>
              </w:rPr>
              <w:t>ROZ</w:t>
            </w:r>
            <w:r w:rsidRPr="004E2EA7">
              <w:rPr>
                <w:rFonts w:asciiTheme="minorHAnsi" w:hAnsiTheme="minorHAnsi" w:cstheme="minorHAnsi"/>
              </w:rPr>
              <w:t xml:space="preserve">EN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554B" w:rsidRPr="004E2EA7" w:rsidRDefault="00FB554B" w:rsidP="00E44F56">
            <w:pPr>
              <w:spacing w:after="0" w:line="276" w:lineRule="auto"/>
              <w:ind w:firstLine="142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HOLOTHURIA </w:t>
            </w:r>
            <w:proofErr w:type="spellStart"/>
            <w:r w:rsidRPr="004E2EA7">
              <w:rPr>
                <w:rFonts w:asciiTheme="minorHAnsi" w:hAnsiTheme="minorHAnsi" w:cstheme="minorHAnsi"/>
              </w:rPr>
              <w:t>Spp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554B" w:rsidRPr="004E2EA7" w:rsidRDefault="00FB554B" w:rsidP="00A523C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FB554B" w:rsidRPr="004E2EA7" w:rsidTr="00E44F56">
        <w:trPr>
          <w:trHeight w:val="732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HOLOTHUROIDAE       </w:t>
            </w:r>
          </w:p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(SEA CUCUMBER)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D84A66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DRY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554B" w:rsidRPr="004E2EA7" w:rsidRDefault="00FB554B" w:rsidP="0065084A">
            <w:pPr>
              <w:spacing w:after="0" w:line="276" w:lineRule="auto"/>
              <w:ind w:left="284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HOLOTHURIA </w:t>
            </w:r>
            <w:proofErr w:type="spellStart"/>
            <w:r w:rsidRPr="004E2EA7">
              <w:rPr>
                <w:rFonts w:asciiTheme="minorHAnsi" w:hAnsiTheme="minorHAnsi" w:cstheme="minorHAnsi"/>
              </w:rPr>
              <w:t>Spp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554B" w:rsidRPr="004E2EA7" w:rsidRDefault="00FB554B" w:rsidP="00A523C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FB554B" w:rsidRPr="004E2EA7" w:rsidTr="00E44F56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E74E92" w:rsidP="00A523C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SILO MOL P.C.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jc w:val="center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F 979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VIO. PE. </w:t>
            </w:r>
          </w:p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NEA MICHANIONA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HOLOTHUROIDAE       </w:t>
            </w:r>
          </w:p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(SEA CUCUMBER)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D84A66" w:rsidP="00D84A66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FRO</w:t>
            </w:r>
            <w:r>
              <w:rPr>
                <w:rFonts w:asciiTheme="minorHAnsi" w:hAnsiTheme="minorHAnsi" w:cstheme="minorHAnsi"/>
                <w:lang w:val="el-GR"/>
              </w:rPr>
              <w:t>Ζ</w:t>
            </w:r>
            <w:r w:rsidR="00FB554B" w:rsidRPr="004E2EA7">
              <w:rPr>
                <w:rFonts w:asciiTheme="minorHAnsi" w:hAnsiTheme="minorHAnsi" w:cstheme="minorHAnsi"/>
              </w:rPr>
              <w:t xml:space="preserve">EN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554B" w:rsidRPr="004E2EA7" w:rsidRDefault="00FB554B" w:rsidP="00E44F56">
            <w:pPr>
              <w:spacing w:after="0" w:line="276" w:lineRule="auto"/>
              <w:ind w:firstLine="142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HOLOTHURIA </w:t>
            </w:r>
            <w:proofErr w:type="spellStart"/>
            <w:r w:rsidRPr="004E2EA7">
              <w:rPr>
                <w:rFonts w:asciiTheme="minorHAnsi" w:hAnsiTheme="minorHAnsi" w:cstheme="minorHAnsi"/>
              </w:rPr>
              <w:t>Spp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554B" w:rsidRPr="004E2EA7" w:rsidRDefault="00FB554B" w:rsidP="00A523C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FB554B" w:rsidRPr="004E2EA7" w:rsidTr="00E44F56">
        <w:trPr>
          <w:trHeight w:val="8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E74E92" w:rsidP="00A523C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SILO MOL P.C.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jc w:val="center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18 KN 236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VIO. PE. </w:t>
            </w:r>
          </w:p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NEA MICHANIONA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HOLOTHUROIDAE       </w:t>
            </w:r>
          </w:p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(SEA CUCUMBER)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D84A66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CHILLED </w:t>
            </w:r>
            <w:r w:rsidRPr="004E2EA7">
              <w:rPr>
                <w:rFonts w:asciiTheme="minorHAnsi" w:hAnsiTheme="minorHAnsi" w:cstheme="minorHAnsi"/>
                <w:lang w:val="el-GR"/>
              </w:rPr>
              <w:t xml:space="preserve">- </w:t>
            </w:r>
            <w:r w:rsidR="00D84A66">
              <w:rPr>
                <w:rFonts w:asciiTheme="minorHAnsi" w:hAnsiTheme="minorHAnsi" w:cstheme="minorHAnsi"/>
              </w:rPr>
              <w:t>FRO</w:t>
            </w:r>
            <w:r w:rsidR="00D84A66">
              <w:rPr>
                <w:rFonts w:asciiTheme="minorHAnsi" w:hAnsiTheme="minorHAnsi" w:cstheme="minorHAnsi"/>
                <w:lang w:val="el-GR"/>
              </w:rPr>
              <w:t>Ζ</w:t>
            </w:r>
            <w:r w:rsidRPr="004E2EA7">
              <w:rPr>
                <w:rFonts w:asciiTheme="minorHAnsi" w:hAnsiTheme="minorHAnsi" w:cstheme="minorHAnsi"/>
              </w:rPr>
              <w:t xml:space="preserve">EN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B554B" w:rsidRPr="004E2EA7" w:rsidRDefault="00FB554B" w:rsidP="00E44F56">
            <w:pPr>
              <w:spacing w:after="0" w:line="276" w:lineRule="auto"/>
              <w:ind w:firstLine="142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HOLOTHURIA </w:t>
            </w:r>
            <w:proofErr w:type="spellStart"/>
            <w:r w:rsidRPr="004E2EA7">
              <w:rPr>
                <w:rFonts w:asciiTheme="minorHAnsi" w:hAnsiTheme="minorHAnsi" w:cstheme="minorHAnsi"/>
              </w:rPr>
              <w:t>Spp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FB554B" w:rsidRPr="004E2EA7" w:rsidRDefault="00FB554B" w:rsidP="00A523C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FB554B" w:rsidRPr="004E2EA7" w:rsidTr="00E44F56">
        <w:trPr>
          <w:trHeight w:val="359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  <w:strike/>
              </w:rPr>
            </w:pPr>
            <w:r w:rsidRPr="004E2EA7">
              <w:rPr>
                <w:rStyle w:val="jlqj4b"/>
                <w:rFonts w:asciiTheme="minorHAnsi" w:hAnsiTheme="minorHAnsi" w:cstheme="minorHAnsi"/>
              </w:rPr>
              <w:t>SHRIMPS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D84A66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CHILLED </w:t>
            </w:r>
            <w:r w:rsidRPr="004E2EA7">
              <w:rPr>
                <w:rFonts w:asciiTheme="minorHAnsi" w:hAnsiTheme="minorHAnsi" w:cstheme="minorHAnsi"/>
                <w:lang w:val="el-GR"/>
              </w:rPr>
              <w:t xml:space="preserve">- </w:t>
            </w:r>
            <w:r w:rsidR="00D84A66">
              <w:rPr>
                <w:rFonts w:asciiTheme="minorHAnsi" w:hAnsiTheme="minorHAnsi" w:cstheme="minorHAnsi"/>
              </w:rPr>
              <w:t>FRO</w:t>
            </w:r>
            <w:r w:rsidR="00D84A66">
              <w:rPr>
                <w:rFonts w:asciiTheme="minorHAnsi" w:hAnsiTheme="minorHAnsi" w:cstheme="minorHAnsi"/>
                <w:lang w:val="el-GR"/>
              </w:rPr>
              <w:t>Ζ</w:t>
            </w:r>
            <w:r w:rsidRPr="004E2EA7">
              <w:rPr>
                <w:rFonts w:asciiTheme="minorHAnsi" w:hAnsiTheme="minorHAnsi" w:cstheme="minorHAnsi"/>
              </w:rPr>
              <w:t xml:space="preserve">EN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554B" w:rsidRPr="004E2EA7" w:rsidRDefault="00FB554B" w:rsidP="00E44F56">
            <w:pPr>
              <w:spacing w:after="0" w:line="276" w:lineRule="auto"/>
              <w:ind w:firstLine="142"/>
              <w:rPr>
                <w:rFonts w:asciiTheme="minorHAnsi" w:hAnsiTheme="minorHAnsi" w:cstheme="minorHAnsi"/>
              </w:rPr>
            </w:pPr>
            <w:proofErr w:type="spellStart"/>
            <w:r w:rsidRPr="004E2EA7">
              <w:rPr>
                <w:rFonts w:asciiTheme="minorHAnsi" w:hAnsiTheme="minorHAnsi" w:cstheme="minorHAnsi"/>
              </w:rPr>
              <w:t>Melicertus</w:t>
            </w:r>
            <w:proofErr w:type="spellEnd"/>
            <w:r w:rsidRPr="004E2E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E2EA7">
              <w:rPr>
                <w:rFonts w:asciiTheme="minorHAnsi" w:hAnsiTheme="minorHAnsi" w:cstheme="minorHAnsi"/>
              </w:rPr>
              <w:t>kerathurus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554B" w:rsidRPr="004E2EA7" w:rsidRDefault="00FB554B" w:rsidP="00A523C5">
            <w:pPr>
              <w:spacing w:after="0"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FB554B" w:rsidRPr="004E2EA7" w:rsidTr="00E44F56">
        <w:trPr>
          <w:trHeight w:val="483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spacing w:after="0" w:line="276" w:lineRule="auto"/>
              <w:rPr>
                <w:rFonts w:asciiTheme="minorHAnsi" w:hAnsiTheme="minorHAnsi" w:cstheme="minorHAnsi"/>
                <w:strike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  <w:strike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jc w:val="center"/>
              <w:rPr>
                <w:rFonts w:asciiTheme="minorHAnsi" w:hAnsiTheme="minorHAnsi" w:cstheme="minorHAnsi"/>
                <w:strike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  <w:strike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  <w:strike/>
              </w:rPr>
            </w:pPr>
            <w:r w:rsidRPr="004E2EA7">
              <w:rPr>
                <w:rStyle w:val="jlqj4b"/>
                <w:rFonts w:asciiTheme="minorHAnsi" w:hAnsiTheme="minorHAnsi" w:cstheme="minorHAnsi"/>
              </w:rPr>
              <w:t>SQUID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D84A66">
            <w:pPr>
              <w:spacing w:after="0" w:line="276" w:lineRule="auto"/>
              <w:rPr>
                <w:rFonts w:asciiTheme="minorHAnsi" w:hAnsiTheme="minorHAnsi" w:cstheme="minorHAnsi"/>
                <w:strike/>
              </w:rPr>
            </w:pPr>
            <w:r w:rsidRPr="004E2EA7">
              <w:rPr>
                <w:rFonts w:asciiTheme="minorHAnsi" w:hAnsiTheme="minorHAnsi" w:cstheme="minorHAnsi"/>
              </w:rPr>
              <w:t xml:space="preserve">CHILLED </w:t>
            </w:r>
            <w:r w:rsidRPr="004E2EA7">
              <w:rPr>
                <w:rFonts w:asciiTheme="minorHAnsi" w:hAnsiTheme="minorHAnsi" w:cstheme="minorHAnsi"/>
                <w:lang w:val="el-GR"/>
              </w:rPr>
              <w:t xml:space="preserve">- </w:t>
            </w:r>
            <w:r w:rsidR="00D84A66">
              <w:rPr>
                <w:rFonts w:asciiTheme="minorHAnsi" w:hAnsiTheme="minorHAnsi" w:cstheme="minorHAnsi"/>
              </w:rPr>
              <w:t>FRO</w:t>
            </w:r>
            <w:r w:rsidR="00D84A66">
              <w:rPr>
                <w:rFonts w:asciiTheme="minorHAnsi" w:hAnsiTheme="minorHAnsi" w:cstheme="minorHAnsi"/>
                <w:lang w:val="el-GR"/>
              </w:rPr>
              <w:t>Ζ</w:t>
            </w:r>
            <w:r w:rsidRPr="004E2EA7">
              <w:rPr>
                <w:rFonts w:asciiTheme="minorHAnsi" w:hAnsiTheme="minorHAnsi" w:cstheme="minorHAnsi"/>
              </w:rPr>
              <w:t xml:space="preserve">EN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554B" w:rsidRPr="004E2EA7" w:rsidRDefault="00FB554B" w:rsidP="00E44F56">
            <w:pPr>
              <w:spacing w:after="0" w:line="276" w:lineRule="auto"/>
              <w:ind w:firstLine="142"/>
              <w:rPr>
                <w:rFonts w:asciiTheme="minorHAnsi" w:hAnsiTheme="minorHAnsi" w:cstheme="minorHAnsi"/>
              </w:rPr>
            </w:pPr>
            <w:proofErr w:type="spellStart"/>
            <w:r w:rsidRPr="004E2EA7">
              <w:rPr>
                <w:rFonts w:asciiTheme="minorHAnsi" w:hAnsiTheme="minorHAnsi" w:cstheme="minorHAnsi"/>
              </w:rPr>
              <w:t>Loligo</w:t>
            </w:r>
            <w:proofErr w:type="spellEnd"/>
            <w:r w:rsidRPr="004E2E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E2EA7">
              <w:rPr>
                <w:rFonts w:asciiTheme="minorHAnsi" w:hAnsiTheme="minorHAnsi" w:cstheme="minorHAnsi"/>
              </w:rPr>
              <w:t>vulgaris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554B" w:rsidRPr="004E2EA7" w:rsidRDefault="00FB554B" w:rsidP="00A523C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FB554B" w:rsidRPr="004E2EA7" w:rsidTr="00E44F56">
        <w:trPr>
          <w:trHeight w:val="483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spacing w:after="0" w:line="276" w:lineRule="auto"/>
              <w:rPr>
                <w:rFonts w:asciiTheme="minorHAnsi" w:hAnsiTheme="minorHAnsi" w:cstheme="minorHAnsi"/>
                <w:strike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  <w:strike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jc w:val="center"/>
              <w:rPr>
                <w:rFonts w:asciiTheme="minorHAnsi" w:hAnsiTheme="minorHAnsi" w:cstheme="minorHAnsi"/>
                <w:strike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  <w:strike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A523C5">
            <w:pPr>
              <w:rPr>
                <w:rFonts w:asciiTheme="minorHAnsi" w:hAnsiTheme="minorHAnsi" w:cstheme="minorHAnsi"/>
                <w:strike/>
              </w:rPr>
            </w:pPr>
            <w:r w:rsidRPr="004E2EA7">
              <w:rPr>
                <w:rStyle w:val="jlqj4b"/>
                <w:rFonts w:asciiTheme="minorHAnsi" w:hAnsiTheme="minorHAnsi" w:cstheme="minorHAnsi"/>
              </w:rPr>
              <w:t>OCTOPUS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54B" w:rsidRPr="004E2EA7" w:rsidRDefault="00FB554B" w:rsidP="00D84A66">
            <w:pPr>
              <w:spacing w:after="0" w:line="276" w:lineRule="auto"/>
              <w:rPr>
                <w:rFonts w:asciiTheme="minorHAnsi" w:hAnsiTheme="minorHAnsi" w:cstheme="minorHAnsi"/>
                <w:strike/>
              </w:rPr>
            </w:pPr>
            <w:r w:rsidRPr="004E2EA7">
              <w:rPr>
                <w:rFonts w:asciiTheme="minorHAnsi" w:hAnsiTheme="minorHAnsi" w:cstheme="minorHAnsi"/>
              </w:rPr>
              <w:t xml:space="preserve">CHILLED </w:t>
            </w:r>
            <w:r w:rsidRPr="004E2EA7">
              <w:rPr>
                <w:rFonts w:asciiTheme="minorHAnsi" w:hAnsiTheme="minorHAnsi" w:cstheme="minorHAnsi"/>
                <w:lang w:val="el-GR"/>
              </w:rPr>
              <w:t xml:space="preserve">- </w:t>
            </w:r>
            <w:r w:rsidRPr="004E2EA7">
              <w:rPr>
                <w:rFonts w:asciiTheme="minorHAnsi" w:hAnsiTheme="minorHAnsi" w:cstheme="minorHAnsi"/>
              </w:rPr>
              <w:t>FRO</w:t>
            </w:r>
            <w:r w:rsidR="00D84A66">
              <w:rPr>
                <w:rFonts w:asciiTheme="minorHAnsi" w:hAnsiTheme="minorHAnsi" w:cstheme="minorHAnsi"/>
                <w:lang w:val="el-GR"/>
              </w:rPr>
              <w:t>Ζ</w:t>
            </w:r>
            <w:r w:rsidRPr="004E2EA7">
              <w:rPr>
                <w:rFonts w:asciiTheme="minorHAnsi" w:hAnsiTheme="minorHAnsi" w:cstheme="minorHAnsi"/>
              </w:rPr>
              <w:t xml:space="preserve">EN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554B" w:rsidRPr="004E2EA7" w:rsidRDefault="00FB554B" w:rsidP="00E44F56">
            <w:pPr>
              <w:spacing w:after="0" w:line="276" w:lineRule="auto"/>
              <w:ind w:firstLine="142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 xml:space="preserve">Octopus </w:t>
            </w:r>
            <w:proofErr w:type="spellStart"/>
            <w:r w:rsidRPr="004E2EA7">
              <w:rPr>
                <w:rFonts w:asciiTheme="minorHAnsi" w:hAnsiTheme="minorHAnsi" w:cstheme="minorHAnsi"/>
              </w:rPr>
              <w:t>vulgaris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554B" w:rsidRPr="004E2EA7" w:rsidRDefault="00FB554B" w:rsidP="00A523C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EB363E" w:rsidRPr="004E2EA7" w:rsidTr="00E44F56">
        <w:tblPrEx>
          <w:tblCellMar>
            <w:left w:w="108" w:type="dxa"/>
            <w:right w:w="108" w:type="dxa"/>
          </w:tblCellMar>
          <w:tblLook w:val="04A0"/>
        </w:tblPrEx>
        <w:trPr>
          <w:trHeight w:val="55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63E" w:rsidRPr="004E2EA7" w:rsidRDefault="00EB363E" w:rsidP="00A523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63E" w:rsidRPr="004E2EA7" w:rsidRDefault="00EB363E" w:rsidP="00A52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63E" w:rsidRPr="004E2EA7" w:rsidRDefault="00EB363E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63E" w:rsidRPr="004E2EA7" w:rsidRDefault="00EB363E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63E" w:rsidRPr="00033AC4" w:rsidRDefault="00EB363E" w:rsidP="00A523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3AC4">
              <w:rPr>
                <w:rFonts w:asciiTheme="minorHAnsi" w:hAnsiTheme="minorHAnsi" w:cstheme="minorHAnsi"/>
              </w:rPr>
              <w:t>SEA CUCUMBER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63E" w:rsidRPr="00033AC4" w:rsidRDefault="00D84A66" w:rsidP="00A523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3AC4">
              <w:rPr>
                <w:rFonts w:asciiTheme="minorHAnsi" w:hAnsiTheme="minorHAnsi" w:cstheme="minorHAnsi"/>
              </w:rPr>
              <w:t>FROZEN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63E" w:rsidRPr="00033AC4" w:rsidRDefault="00EB363E" w:rsidP="00E44F56">
            <w:pPr>
              <w:spacing w:after="0" w:line="240" w:lineRule="auto"/>
              <w:ind w:firstLine="142"/>
              <w:rPr>
                <w:rFonts w:asciiTheme="minorHAnsi" w:hAnsiTheme="minorHAnsi" w:cstheme="minorHAnsi"/>
              </w:rPr>
            </w:pPr>
            <w:proofErr w:type="spellStart"/>
            <w:r w:rsidRPr="00033AC4">
              <w:rPr>
                <w:rFonts w:asciiTheme="minorHAnsi" w:hAnsiTheme="minorHAnsi" w:cstheme="minorHAnsi"/>
              </w:rPr>
              <w:t>Stichopus</w:t>
            </w:r>
            <w:proofErr w:type="spellEnd"/>
            <w:r w:rsidRPr="00033AC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33AC4">
              <w:rPr>
                <w:rFonts w:asciiTheme="minorHAnsi" w:hAnsiTheme="minorHAnsi" w:cstheme="minorHAnsi"/>
              </w:rPr>
              <w:t>regalis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63E" w:rsidRPr="004E2EA7" w:rsidRDefault="00EB363E" w:rsidP="00A523C5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4E2EA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033AC4" w:rsidRPr="004E2EA7" w:rsidTr="00E44F56">
        <w:trPr>
          <w:trHeight w:val="6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  <w:lang w:val="el-GR"/>
              </w:rPr>
              <w:t>1</w:t>
            </w:r>
            <w:r w:rsidR="00E74E92">
              <w:rPr>
                <w:rFonts w:ascii="Times New Roman" w:hAnsi="Times New Roman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Central Markets &amp; Fishery </w:t>
            </w:r>
            <w:proofErr w:type="spellStart"/>
            <w:r w:rsidRPr="004E2EA7">
              <w:rPr>
                <w:rFonts w:ascii="Times New Roman" w:hAnsi="Times New Roman"/>
              </w:rPr>
              <w:t>Organisation</w:t>
            </w:r>
            <w:proofErr w:type="spellEnd"/>
            <w:r w:rsidRPr="004E2EA7">
              <w:rPr>
                <w:rFonts w:ascii="Times New Roman" w:hAnsi="Times New Roman"/>
              </w:rPr>
              <w:t xml:space="preserve"> SA (CMFO SA) - Branch - fish wharf </w:t>
            </w:r>
            <w:r w:rsidRPr="004E2EA7">
              <w:rPr>
                <w:rFonts w:ascii="Times New Roman" w:hAnsi="Times New Roman"/>
              </w:rPr>
              <w:lastRenderedPageBreak/>
              <w:t>of Piraeus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lastRenderedPageBreak/>
              <w:t>39 KN 172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Limenas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Irakleous</w:t>
            </w:r>
            <w:proofErr w:type="spellEnd"/>
            <w:r w:rsidRPr="004E2EA7">
              <w:rPr>
                <w:rFonts w:ascii="Times New Roman" w:hAnsi="Times New Roman"/>
              </w:rPr>
              <w:t xml:space="preserve"> / </w:t>
            </w:r>
            <w:proofErr w:type="spellStart"/>
            <w:r w:rsidRPr="004E2EA7">
              <w:rPr>
                <w:rFonts w:ascii="Times New Roman" w:hAnsi="Times New Roman"/>
              </w:rPr>
              <w:t>Keratsini</w:t>
            </w:r>
            <w:proofErr w:type="spellEnd"/>
          </w:p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Sand smelt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033AC4" w:rsidRDefault="00033AC4" w:rsidP="00033AC4">
            <w:pPr>
              <w:spacing w:after="0" w:line="276" w:lineRule="auto"/>
              <w:ind w:left="142"/>
              <w:rPr>
                <w:rFonts w:asciiTheme="minorHAnsi" w:hAnsiTheme="minorHAnsi" w:cstheme="minorHAnsi"/>
              </w:rPr>
            </w:pPr>
            <w:r w:rsidRPr="00C52B42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Atherina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spp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5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Garfish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033AC4" w:rsidRDefault="00033AC4" w:rsidP="00033AC4">
            <w:pPr>
              <w:spacing w:after="0" w:line="276" w:lineRule="auto"/>
              <w:ind w:left="142"/>
              <w:rPr>
                <w:rFonts w:asciiTheme="minorHAnsi" w:hAnsiTheme="minorHAnsi" w:cstheme="minorHAnsi"/>
              </w:rPr>
            </w:pPr>
            <w:r w:rsidRPr="00C52B42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Belone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belone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41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Bogue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033AC4" w:rsidRDefault="00033AC4" w:rsidP="00033AC4">
            <w:pPr>
              <w:spacing w:after="0" w:line="276" w:lineRule="auto"/>
              <w:ind w:left="142"/>
              <w:rPr>
                <w:rFonts w:asciiTheme="minorHAnsi" w:hAnsiTheme="minorHAnsi" w:cstheme="minorHAnsi"/>
              </w:rPr>
            </w:pPr>
            <w:r w:rsidRPr="00C52B42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Boops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boops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9A6153" w:rsidRPr="004E2EA7" w:rsidTr="00E44F56">
        <w:trPr>
          <w:trHeight w:val="6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6153" w:rsidRPr="004E2EA7" w:rsidRDefault="009A6153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6153" w:rsidRPr="004E2EA7" w:rsidRDefault="009A6153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6153" w:rsidRPr="004E2EA7" w:rsidRDefault="009A6153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6153" w:rsidRPr="004E2EA7" w:rsidRDefault="009A6153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6153" w:rsidRPr="004E2EA7" w:rsidRDefault="009A6153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Common stingray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153" w:rsidRPr="00033AC4" w:rsidRDefault="00033AC4" w:rsidP="00033AC4">
            <w:pPr>
              <w:spacing w:after="0" w:line="276" w:lineRule="auto"/>
              <w:ind w:left="142"/>
              <w:rPr>
                <w:rFonts w:asciiTheme="minorHAnsi" w:hAnsiTheme="minorHAnsi" w:cstheme="minorHAnsi"/>
              </w:rPr>
            </w:pPr>
            <w:r w:rsidRPr="004E2EA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153" w:rsidRPr="004E2EA7" w:rsidRDefault="009A6153" w:rsidP="00E44F56">
            <w:pPr>
              <w:ind w:left="142"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Dasyatis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pastinaca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6153" w:rsidRPr="004E2EA7" w:rsidRDefault="009A6153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Common </w:t>
            </w:r>
            <w:proofErr w:type="spellStart"/>
            <w:r w:rsidRPr="004E2EA7">
              <w:rPr>
                <w:rFonts w:ascii="Times New Roman" w:hAnsi="Times New Roman"/>
              </w:rPr>
              <w:t>dentex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Dentex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dentex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5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Sea bass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Dicentrarhus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labrax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Annular </w:t>
            </w:r>
            <w:proofErr w:type="spellStart"/>
            <w:r w:rsidRPr="004E2EA7">
              <w:rPr>
                <w:rFonts w:ascii="Times New Roman" w:hAnsi="Times New Roman"/>
              </w:rPr>
              <w:t>seabream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Diplodus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annularis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45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Sharpsnout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seabream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Diplodus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puntazzo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6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White </w:t>
            </w:r>
            <w:proofErr w:type="spellStart"/>
            <w:r w:rsidRPr="004E2EA7">
              <w:rPr>
                <w:rFonts w:ascii="Times New Roman" w:hAnsi="Times New Roman"/>
              </w:rPr>
              <w:t>seabream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Diplodus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sargus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54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Anchovy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Engraulis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encrasicolus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5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White Grouper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Epinephelus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aeneus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54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Blacktip</w:t>
            </w:r>
            <w:proofErr w:type="spellEnd"/>
            <w:r w:rsidRPr="004E2EA7">
              <w:rPr>
                <w:rFonts w:ascii="Times New Roman" w:hAnsi="Times New Roman"/>
              </w:rPr>
              <w:t xml:space="preserve"> Grouper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Epinephelus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fasciatus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5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Dusky grouper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Epinephelus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margintus</w:t>
            </w:r>
            <w:proofErr w:type="spellEnd"/>
            <w:r w:rsidRPr="004E2EA7">
              <w:rPr>
                <w:rFonts w:ascii="Times New Roman" w:hAnsi="Times New Roman"/>
              </w:rPr>
              <w:t xml:space="preserve"> (</w:t>
            </w:r>
            <w:proofErr w:type="spellStart"/>
            <w:r w:rsidRPr="004E2EA7">
              <w:rPr>
                <w:rFonts w:ascii="Times New Roman" w:hAnsi="Times New Roman"/>
              </w:rPr>
              <w:t>quaza</w:t>
            </w:r>
            <w:proofErr w:type="spellEnd"/>
            <w:r w:rsidRPr="004E2EA7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5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Monkfish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Lophius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piscatorious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Hake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Merluccius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merluccius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E44F56">
        <w:trPr>
          <w:trHeight w:val="6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Grey mullet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firstLine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Mugil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cephalus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Red mullet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Mullus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barbatus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Surmullet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Mullus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surmuletus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6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Dogfish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Mustelus</w:t>
            </w:r>
            <w:proofErr w:type="spellEnd"/>
            <w:r w:rsidRPr="004E2EA7">
              <w:rPr>
                <w:rFonts w:ascii="Times New Roman" w:hAnsi="Times New Roman"/>
              </w:rPr>
              <w:t xml:space="preserve"> spp.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Common </w:t>
            </w:r>
            <w:proofErr w:type="spellStart"/>
            <w:r w:rsidRPr="004E2EA7">
              <w:rPr>
                <w:rFonts w:ascii="Times New Roman" w:hAnsi="Times New Roman"/>
              </w:rPr>
              <w:t>pandora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Pagellus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erythrinus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Red porgy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Pagrus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pagrus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Ray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Raja spp.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8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Bonito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Sarda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sarda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European pilchard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Sardina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pilchardus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7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Round </w:t>
            </w:r>
            <w:proofErr w:type="spellStart"/>
            <w:r w:rsidRPr="004E2EA7">
              <w:rPr>
                <w:rFonts w:ascii="Times New Roman" w:hAnsi="Times New Roman"/>
              </w:rPr>
              <w:t>sardinella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Sardinella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aurita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5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Chub mackerel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Scomber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japonicus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3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Atlantic mackerel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Scomber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scombrus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Red </w:t>
            </w:r>
            <w:proofErr w:type="spellStart"/>
            <w:r w:rsidRPr="004E2EA7">
              <w:rPr>
                <w:rFonts w:ascii="Times New Roman" w:hAnsi="Times New Roman"/>
              </w:rPr>
              <w:t>scorpionfish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Scorpaena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scrofa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Greater amberjack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Seriola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dumerili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71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Common sole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Solea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solea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Gilthead </w:t>
            </w:r>
            <w:proofErr w:type="spellStart"/>
            <w:r w:rsidRPr="004E2EA7">
              <w:rPr>
                <w:rFonts w:ascii="Times New Roman" w:hAnsi="Times New Roman"/>
              </w:rPr>
              <w:t>seabream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Sparus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aurata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Picarel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Spicara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smaris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Black </w:t>
            </w:r>
            <w:proofErr w:type="spellStart"/>
            <w:r w:rsidRPr="004E2EA7">
              <w:rPr>
                <w:rFonts w:ascii="Times New Roman" w:hAnsi="Times New Roman"/>
              </w:rPr>
              <w:t>seabream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Spondyliosoma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cantharus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8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Picked dogfish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Squalus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acanthias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Bluefin</w:t>
            </w:r>
            <w:proofErr w:type="spellEnd"/>
            <w:r w:rsidRPr="004E2EA7">
              <w:rPr>
                <w:rFonts w:ascii="Times New Roman" w:hAnsi="Times New Roman"/>
              </w:rPr>
              <w:t xml:space="preserve"> tuna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Thunnus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thynnus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4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Atlantic horse mackerel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Trachurus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trachurus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Piper gurnard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Tringla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lyra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Shi drum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Umbrina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cirrosa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5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Swordfish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Xiphias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gladius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4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John dory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14037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Zeus </w:t>
            </w:r>
            <w:proofErr w:type="spellStart"/>
            <w:r w:rsidRPr="004E2EA7">
              <w:rPr>
                <w:rFonts w:ascii="Times New Roman" w:hAnsi="Times New Roman"/>
              </w:rPr>
              <w:t>faber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Mediterranean mussel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966733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Mytilus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galloprovinciallis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Giant red shrimp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966733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Aristaemorpha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foliacea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8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Caramote</w:t>
            </w:r>
            <w:proofErr w:type="spellEnd"/>
            <w:r w:rsidRPr="004E2EA7">
              <w:rPr>
                <w:rFonts w:ascii="Times New Roman" w:hAnsi="Times New Roman"/>
              </w:rPr>
              <w:t xml:space="preserve"> prawn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966733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Melicertus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kerathurus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Common spiny lobster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966733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Palinurus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elephas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67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Spottail</w:t>
            </w:r>
            <w:proofErr w:type="spellEnd"/>
            <w:r w:rsidRPr="004E2EA7">
              <w:rPr>
                <w:rFonts w:ascii="Times New Roman" w:hAnsi="Times New Roman"/>
              </w:rPr>
              <w:t xml:space="preserve"> mantis shrimp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966733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Squilla</w:t>
            </w:r>
            <w:proofErr w:type="spellEnd"/>
            <w:r w:rsidRPr="004E2EA7">
              <w:rPr>
                <w:rFonts w:ascii="Times New Roman" w:hAnsi="Times New Roman"/>
              </w:rPr>
              <w:t xml:space="preserve"> mantis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94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Musky octopus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966733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Eledone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moschata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European squid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966733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Loligo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vulgaris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9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Common octopus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C727A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Octopus </w:t>
            </w:r>
            <w:proofErr w:type="spellStart"/>
            <w:r w:rsidRPr="004E2EA7">
              <w:rPr>
                <w:rFonts w:ascii="Times New Roman" w:hAnsi="Times New Roman"/>
              </w:rPr>
              <w:t>vulgaris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5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Common cuttlefish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C727A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Sepia </w:t>
            </w:r>
            <w:proofErr w:type="spellStart"/>
            <w:r w:rsidRPr="004E2EA7">
              <w:rPr>
                <w:rFonts w:ascii="Times New Roman" w:hAnsi="Times New Roman"/>
              </w:rPr>
              <w:t>officinalis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8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European flying squid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C727A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Todarodes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sagittatus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98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Sea bass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C727A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Dicentrarhus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labrax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7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Red porgy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C727A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Pagrus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pagrus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4E2EA7" w:rsidTr="00033AC4">
        <w:trPr>
          <w:trHeight w:val="7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 xml:space="preserve">Gilthead </w:t>
            </w:r>
            <w:proofErr w:type="spellStart"/>
            <w:r w:rsidRPr="004E2EA7">
              <w:rPr>
                <w:rFonts w:ascii="Times New Roman" w:hAnsi="Times New Roman"/>
              </w:rPr>
              <w:t>seabream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C727A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4E2EA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Sparus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aurata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</w:tr>
      <w:tr w:rsidR="00033AC4" w:rsidRPr="00AF439D" w:rsidTr="00033AC4">
        <w:trPr>
          <w:trHeight w:val="101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  <w:lang w:val="el-GR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AC4" w:rsidRPr="004E2EA7" w:rsidRDefault="00033AC4" w:rsidP="00A523C5">
            <w:pPr>
              <w:spacing w:after="0" w:line="276" w:lineRule="auto"/>
              <w:rPr>
                <w:rFonts w:ascii="Times New Roman" w:hAnsi="Times New Roman"/>
              </w:rPr>
            </w:pPr>
            <w:r w:rsidRPr="004E2EA7">
              <w:rPr>
                <w:rFonts w:ascii="Times New Roman" w:hAnsi="Times New Roman"/>
              </w:rPr>
              <w:t>Shi drum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Default="00033AC4" w:rsidP="00033AC4">
            <w:pPr>
              <w:ind w:left="142"/>
            </w:pPr>
            <w:r w:rsidRPr="006C727A">
              <w:rPr>
                <w:rFonts w:asciiTheme="minorHAnsi" w:hAnsiTheme="minorHAnsi" w:cstheme="minorHAnsi"/>
              </w:rPr>
              <w:t>CHILLED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3AC4" w:rsidRPr="00CB2727" w:rsidRDefault="00033AC4" w:rsidP="00E44F56">
            <w:pPr>
              <w:ind w:left="142"/>
              <w:rPr>
                <w:rFonts w:ascii="Times New Roman" w:hAnsi="Times New Roman"/>
              </w:rPr>
            </w:pPr>
            <w:proofErr w:type="spellStart"/>
            <w:r w:rsidRPr="004E2EA7">
              <w:rPr>
                <w:rFonts w:ascii="Times New Roman" w:hAnsi="Times New Roman"/>
              </w:rPr>
              <w:t>Umbrina</w:t>
            </w:r>
            <w:proofErr w:type="spellEnd"/>
            <w:r w:rsidRPr="004E2EA7">
              <w:rPr>
                <w:rFonts w:ascii="Times New Roman" w:hAnsi="Times New Roman"/>
              </w:rPr>
              <w:t xml:space="preserve"> </w:t>
            </w:r>
            <w:proofErr w:type="spellStart"/>
            <w:r w:rsidRPr="004E2EA7">
              <w:rPr>
                <w:rFonts w:ascii="Times New Roman" w:hAnsi="Times New Roman"/>
              </w:rPr>
              <w:t>cirrosa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3AC4" w:rsidRPr="00CB2727" w:rsidRDefault="00033AC4" w:rsidP="00A523C5">
            <w:pPr>
              <w:rPr>
                <w:rFonts w:ascii="Times New Roman" w:hAnsi="Times New Roman"/>
              </w:rPr>
            </w:pPr>
          </w:p>
        </w:tc>
      </w:tr>
    </w:tbl>
    <w:p w:rsidR="0099730D" w:rsidRPr="009C25D3" w:rsidRDefault="0099730D" w:rsidP="0099730D">
      <w:pPr>
        <w:tabs>
          <w:tab w:val="left" w:pos="700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lang w:eastAsia="el-GR"/>
        </w:rPr>
      </w:pPr>
    </w:p>
    <w:sectPr w:rsidR="0099730D" w:rsidRPr="009C25D3" w:rsidSect="005A5462">
      <w:headerReference w:type="default" r:id="rId8"/>
      <w:footerReference w:type="default" r:id="rId9"/>
      <w:pgSz w:w="15840" w:h="12240" w:orient="landscape"/>
      <w:pgMar w:top="1440" w:right="42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8ED" w:rsidRDefault="00CA48ED" w:rsidP="009C09D2">
      <w:pPr>
        <w:spacing w:after="0" w:line="240" w:lineRule="auto"/>
      </w:pPr>
      <w:r>
        <w:separator/>
      </w:r>
    </w:p>
  </w:endnote>
  <w:endnote w:type="continuationSeparator" w:id="0">
    <w:p w:rsidR="00CA48ED" w:rsidRDefault="00CA48ED" w:rsidP="009C0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362266"/>
      <w:docPartObj>
        <w:docPartGallery w:val="Page Numbers (Bottom of Page)"/>
        <w:docPartUnique/>
      </w:docPartObj>
    </w:sdtPr>
    <w:sdtContent>
      <w:sdt>
        <w:sdtPr>
          <w:id w:val="1333359919"/>
          <w:docPartObj>
            <w:docPartGallery w:val="Page Numbers (Top of Page)"/>
            <w:docPartUnique/>
          </w:docPartObj>
        </w:sdtPr>
        <w:sdtContent>
          <w:p w:rsidR="00CA48ED" w:rsidRDefault="00CA48ED">
            <w:pPr>
              <w:pStyle w:val="a7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A3FAC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el-GR"/>
              </w:rPr>
              <w:t xml:space="preserve">/ </w:t>
            </w:r>
            <w: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A3FAC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A48ED" w:rsidRDefault="00CA48E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8ED" w:rsidRDefault="00CA48ED" w:rsidP="009C09D2">
      <w:pPr>
        <w:spacing w:after="0" w:line="240" w:lineRule="auto"/>
      </w:pPr>
      <w:r>
        <w:separator/>
      </w:r>
    </w:p>
  </w:footnote>
  <w:footnote w:type="continuationSeparator" w:id="0">
    <w:p w:rsidR="00CA48ED" w:rsidRDefault="00CA48ED" w:rsidP="009C0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8ED" w:rsidRDefault="00CA48ED" w:rsidP="009A6153">
    <w:pPr>
      <w:spacing w:line="276" w:lineRule="auto"/>
      <w:jc w:val="center"/>
      <w:rPr>
        <w:rFonts w:ascii="Times New Roman" w:hAnsi="Times New Roman"/>
        <w:b/>
        <w:sz w:val="28"/>
        <w:szCs w:val="28"/>
      </w:rPr>
    </w:pPr>
    <w:r w:rsidRPr="009A6153">
      <w:rPr>
        <w:rFonts w:ascii="Times New Roman" w:hAnsi="Times New Roman"/>
        <w:b/>
        <w:sz w:val="28"/>
        <w:szCs w:val="28"/>
      </w:rPr>
      <w:t xml:space="preserve">LIST OF GREEK FISHERY FACILITIES FOR PRODUCTION AND TRADING </w:t>
    </w:r>
  </w:p>
  <w:p w:rsidR="00CA48ED" w:rsidRPr="009A6153" w:rsidRDefault="00CA48ED" w:rsidP="009A6153">
    <w:pPr>
      <w:spacing w:line="276" w:lineRule="auto"/>
      <w:jc w:val="center"/>
      <w:rPr>
        <w:rFonts w:ascii="Times New Roman" w:hAnsi="Times New Roman"/>
        <w:b/>
        <w:sz w:val="28"/>
        <w:szCs w:val="28"/>
      </w:rPr>
    </w:pPr>
    <w:r w:rsidRPr="009A6153">
      <w:rPr>
        <w:rFonts w:ascii="Times New Roman" w:hAnsi="Times New Roman"/>
        <w:b/>
        <w:sz w:val="28"/>
        <w:szCs w:val="28"/>
      </w:rPr>
      <w:t>OF REGISTERED FOODS IN VIETNAM</w:t>
    </w:r>
  </w:p>
  <w:p w:rsidR="00CA48ED" w:rsidRPr="00E74E92" w:rsidRDefault="00E74E92" w:rsidP="009A6153">
    <w:pPr>
      <w:spacing w:line="276" w:lineRule="auto"/>
      <w:jc w:val="center"/>
      <w:rPr>
        <w:rFonts w:ascii="Times New Roman" w:hAnsi="Times New Roman"/>
        <w:b/>
        <w:sz w:val="20"/>
        <w:szCs w:val="20"/>
      </w:rPr>
    </w:pPr>
    <w:r w:rsidRPr="00E74E92">
      <w:rPr>
        <w:rFonts w:ascii="Times New Roman" w:hAnsi="Times New Roman"/>
        <w:b/>
        <w:sz w:val="20"/>
        <w:szCs w:val="20"/>
      </w:rPr>
      <w:t>(12-09-2023)</w:t>
    </w:r>
  </w:p>
  <w:tbl>
    <w:tblPr>
      <w:tblW w:w="15168" w:type="dxa"/>
      <w:tblInd w:w="-885" w:type="dxa"/>
      <w:tblLayout w:type="fixed"/>
      <w:tblCellMar>
        <w:left w:w="0" w:type="dxa"/>
        <w:right w:w="0" w:type="dxa"/>
      </w:tblCellMar>
      <w:tblLook w:val="00A0"/>
    </w:tblPr>
    <w:tblGrid>
      <w:gridCol w:w="591"/>
      <w:gridCol w:w="1985"/>
      <w:gridCol w:w="1536"/>
      <w:gridCol w:w="2551"/>
      <w:gridCol w:w="2576"/>
      <w:gridCol w:w="2551"/>
      <w:gridCol w:w="2244"/>
      <w:gridCol w:w="1134"/>
    </w:tblGrid>
    <w:tr w:rsidR="00CA48ED" w:rsidRPr="005A5462" w:rsidTr="004E2EA7">
      <w:tc>
        <w:tcPr>
          <w:tcW w:w="5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A48ED" w:rsidRPr="005A5462" w:rsidRDefault="00CA48ED" w:rsidP="00A523C5">
          <w:pPr>
            <w:spacing w:after="0" w:line="276" w:lineRule="auto"/>
            <w:jc w:val="center"/>
            <w:rPr>
              <w:rFonts w:ascii="Times New Roman" w:hAnsi="Times New Roman"/>
              <w:b/>
            </w:rPr>
          </w:pPr>
        </w:p>
        <w:p w:rsidR="00CA48ED" w:rsidRPr="005A5462" w:rsidRDefault="00CA48ED" w:rsidP="00A523C5">
          <w:pPr>
            <w:spacing w:after="0" w:line="276" w:lineRule="auto"/>
            <w:jc w:val="center"/>
            <w:rPr>
              <w:rFonts w:ascii="Times New Roman" w:hAnsi="Times New Roman"/>
              <w:b/>
            </w:rPr>
          </w:pPr>
          <w:r w:rsidRPr="005A5462">
            <w:rPr>
              <w:rFonts w:ascii="Times New Roman" w:hAnsi="Times New Roman"/>
              <w:b/>
            </w:rPr>
            <w:t>No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A48ED" w:rsidRPr="005A5462" w:rsidRDefault="00CA48ED" w:rsidP="00A523C5">
          <w:pPr>
            <w:spacing w:after="0" w:line="276" w:lineRule="auto"/>
            <w:jc w:val="center"/>
            <w:rPr>
              <w:rFonts w:ascii="Times New Roman" w:hAnsi="Times New Roman"/>
              <w:b/>
            </w:rPr>
          </w:pPr>
          <w:r w:rsidRPr="005A5462">
            <w:rPr>
              <w:rFonts w:ascii="Times New Roman" w:hAnsi="Times New Roman"/>
              <w:b/>
            </w:rPr>
            <w:t xml:space="preserve">Name of Facility/ business </w:t>
          </w:r>
        </w:p>
      </w:tc>
      <w:tc>
        <w:tcPr>
          <w:tcW w:w="1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A48ED" w:rsidRPr="005A5462" w:rsidRDefault="00CA48ED" w:rsidP="00A523C5">
          <w:pPr>
            <w:spacing w:after="0" w:line="276" w:lineRule="auto"/>
            <w:jc w:val="center"/>
            <w:rPr>
              <w:rFonts w:ascii="Times New Roman" w:hAnsi="Times New Roman"/>
              <w:b/>
            </w:rPr>
          </w:pPr>
          <w:r w:rsidRPr="005A5462">
            <w:rPr>
              <w:rFonts w:ascii="Times New Roman" w:hAnsi="Times New Roman"/>
              <w:b/>
            </w:rPr>
            <w:t>Code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A48ED" w:rsidRPr="005A5462" w:rsidRDefault="00CA48ED" w:rsidP="00A523C5">
          <w:pPr>
            <w:spacing w:after="0" w:line="276" w:lineRule="auto"/>
            <w:jc w:val="center"/>
            <w:rPr>
              <w:rFonts w:ascii="Times New Roman" w:hAnsi="Times New Roman"/>
              <w:b/>
            </w:rPr>
          </w:pPr>
          <w:r w:rsidRPr="005A5462">
            <w:rPr>
              <w:rFonts w:ascii="Times New Roman" w:hAnsi="Times New Roman"/>
              <w:b/>
            </w:rPr>
            <w:t>Address</w:t>
          </w:r>
        </w:p>
      </w:tc>
      <w:tc>
        <w:tcPr>
          <w:tcW w:w="25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A48ED" w:rsidRPr="005A5462" w:rsidRDefault="00CA48ED" w:rsidP="00A523C5">
          <w:pPr>
            <w:spacing w:after="0" w:line="276" w:lineRule="auto"/>
            <w:jc w:val="center"/>
            <w:rPr>
              <w:rFonts w:ascii="Times New Roman" w:hAnsi="Times New Roman"/>
              <w:b/>
            </w:rPr>
          </w:pPr>
          <w:r w:rsidRPr="005A5462">
            <w:rPr>
              <w:rFonts w:ascii="Times New Roman" w:hAnsi="Times New Roman"/>
              <w:b/>
            </w:rPr>
            <w:t>Products registered to be exported to Vietnam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A48ED" w:rsidRPr="005A5462" w:rsidRDefault="00CA48ED" w:rsidP="00A523C5">
          <w:pPr>
            <w:spacing w:after="0" w:line="276" w:lineRule="auto"/>
            <w:jc w:val="center"/>
            <w:rPr>
              <w:rFonts w:ascii="Times New Roman" w:hAnsi="Times New Roman"/>
              <w:b/>
            </w:rPr>
          </w:pPr>
          <w:r w:rsidRPr="005A5462">
            <w:rPr>
              <w:rFonts w:ascii="Times New Roman" w:hAnsi="Times New Roman"/>
              <w:b/>
            </w:rPr>
            <w:t>preservation form of the product</w:t>
          </w:r>
        </w:p>
      </w:tc>
      <w:tc>
        <w:tcPr>
          <w:tcW w:w="22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A48ED" w:rsidRPr="005A5462" w:rsidRDefault="00CA48ED" w:rsidP="00A523C5">
          <w:pPr>
            <w:spacing w:after="0" w:line="276" w:lineRule="auto"/>
            <w:jc w:val="center"/>
            <w:rPr>
              <w:rFonts w:ascii="Times New Roman" w:hAnsi="Times New Roman"/>
              <w:b/>
            </w:rPr>
          </w:pPr>
          <w:r w:rsidRPr="005A5462">
            <w:rPr>
              <w:rFonts w:ascii="Times New Roman" w:hAnsi="Times New Roman"/>
              <w:b/>
            </w:rPr>
            <w:t>scientific name of the species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A48ED" w:rsidRPr="005A5462" w:rsidRDefault="00CA48ED" w:rsidP="00A523C5">
          <w:pPr>
            <w:spacing w:after="0" w:line="276" w:lineRule="auto"/>
            <w:jc w:val="center"/>
            <w:rPr>
              <w:rFonts w:ascii="Times New Roman" w:hAnsi="Times New Roman"/>
              <w:b/>
            </w:rPr>
          </w:pPr>
          <w:r w:rsidRPr="005A5462">
            <w:rPr>
              <w:rFonts w:ascii="Times New Roman" w:hAnsi="Times New Roman"/>
              <w:b/>
            </w:rPr>
            <w:t>Note</w:t>
          </w:r>
        </w:p>
      </w:tc>
    </w:tr>
  </w:tbl>
  <w:p w:rsidR="00CA48ED" w:rsidRDefault="00CA48E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3CC"/>
    <w:multiLevelType w:val="hybridMultilevel"/>
    <w:tmpl w:val="08DAFD2E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5701A"/>
    <w:multiLevelType w:val="hybridMultilevel"/>
    <w:tmpl w:val="D3C83644"/>
    <w:lvl w:ilvl="0" w:tplc="0408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0355C48"/>
    <w:multiLevelType w:val="hybridMultilevel"/>
    <w:tmpl w:val="A5DC9152"/>
    <w:lvl w:ilvl="0" w:tplc="04080011">
      <w:start w:val="1"/>
      <w:numFmt w:val="decimal"/>
      <w:lvlText w:val="%1)"/>
      <w:lvlJc w:val="left"/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9E9"/>
    <w:multiLevelType w:val="hybridMultilevel"/>
    <w:tmpl w:val="2BF6F632"/>
    <w:lvl w:ilvl="0" w:tplc="CF46599C">
      <w:start w:val="2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8613C"/>
    <w:multiLevelType w:val="hybridMultilevel"/>
    <w:tmpl w:val="A5DC9152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F02A1"/>
    <w:multiLevelType w:val="hybridMultilevel"/>
    <w:tmpl w:val="18A824A2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8A74158"/>
    <w:multiLevelType w:val="hybridMultilevel"/>
    <w:tmpl w:val="A5DC9152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D026F"/>
    <w:multiLevelType w:val="hybridMultilevel"/>
    <w:tmpl w:val="F87C301E"/>
    <w:lvl w:ilvl="0" w:tplc="04080011">
      <w:start w:val="1"/>
      <w:numFmt w:val="decimal"/>
      <w:lvlText w:val="%1)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AB26CB2"/>
    <w:multiLevelType w:val="hybridMultilevel"/>
    <w:tmpl w:val="93B4C9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55C4"/>
    <w:rsid w:val="00000441"/>
    <w:rsid w:val="00001E42"/>
    <w:rsid w:val="0000253D"/>
    <w:rsid w:val="00013495"/>
    <w:rsid w:val="00015816"/>
    <w:rsid w:val="000164D4"/>
    <w:rsid w:val="00030808"/>
    <w:rsid w:val="00030E29"/>
    <w:rsid w:val="000314A7"/>
    <w:rsid w:val="00033AC4"/>
    <w:rsid w:val="0003743D"/>
    <w:rsid w:val="000474A9"/>
    <w:rsid w:val="00047F8F"/>
    <w:rsid w:val="00061820"/>
    <w:rsid w:val="000763BF"/>
    <w:rsid w:val="000825BF"/>
    <w:rsid w:val="00090874"/>
    <w:rsid w:val="00093251"/>
    <w:rsid w:val="000A27E6"/>
    <w:rsid w:val="000A2CD7"/>
    <w:rsid w:val="000A40F1"/>
    <w:rsid w:val="000A46AE"/>
    <w:rsid w:val="000A6D94"/>
    <w:rsid w:val="000A7A99"/>
    <w:rsid w:val="000B67F1"/>
    <w:rsid w:val="000B7F45"/>
    <w:rsid w:val="000C0B7F"/>
    <w:rsid w:val="000C32E0"/>
    <w:rsid w:val="000C74C6"/>
    <w:rsid w:val="000C7798"/>
    <w:rsid w:val="000D2956"/>
    <w:rsid w:val="000F4F7D"/>
    <w:rsid w:val="0010662A"/>
    <w:rsid w:val="00107682"/>
    <w:rsid w:val="00115B89"/>
    <w:rsid w:val="001244CA"/>
    <w:rsid w:val="00124E2D"/>
    <w:rsid w:val="001269E2"/>
    <w:rsid w:val="00127087"/>
    <w:rsid w:val="00132225"/>
    <w:rsid w:val="0013516B"/>
    <w:rsid w:val="00140327"/>
    <w:rsid w:val="00140731"/>
    <w:rsid w:val="001438EF"/>
    <w:rsid w:val="00143FBA"/>
    <w:rsid w:val="00153BC3"/>
    <w:rsid w:val="001551B7"/>
    <w:rsid w:val="00155506"/>
    <w:rsid w:val="00162FAE"/>
    <w:rsid w:val="00163798"/>
    <w:rsid w:val="0016755A"/>
    <w:rsid w:val="00170C60"/>
    <w:rsid w:val="00171DBF"/>
    <w:rsid w:val="00172345"/>
    <w:rsid w:val="001746E9"/>
    <w:rsid w:val="00174B24"/>
    <w:rsid w:val="001764D8"/>
    <w:rsid w:val="001801F4"/>
    <w:rsid w:val="0018048E"/>
    <w:rsid w:val="00180810"/>
    <w:rsid w:val="001A0874"/>
    <w:rsid w:val="001A6C54"/>
    <w:rsid w:val="001B130D"/>
    <w:rsid w:val="001B4507"/>
    <w:rsid w:val="001B4736"/>
    <w:rsid w:val="001B61D7"/>
    <w:rsid w:val="001B6B4E"/>
    <w:rsid w:val="001B720B"/>
    <w:rsid w:val="001C60FE"/>
    <w:rsid w:val="001D2288"/>
    <w:rsid w:val="001D56B9"/>
    <w:rsid w:val="001D7CD8"/>
    <w:rsid w:val="001D7DFA"/>
    <w:rsid w:val="001E0C7A"/>
    <w:rsid w:val="001E5E10"/>
    <w:rsid w:val="001E62BD"/>
    <w:rsid w:val="001F2739"/>
    <w:rsid w:val="001F51CA"/>
    <w:rsid w:val="0020586B"/>
    <w:rsid w:val="00210587"/>
    <w:rsid w:val="0021245C"/>
    <w:rsid w:val="0021451F"/>
    <w:rsid w:val="00215371"/>
    <w:rsid w:val="00217D6C"/>
    <w:rsid w:val="00220ACC"/>
    <w:rsid w:val="00225009"/>
    <w:rsid w:val="00227C21"/>
    <w:rsid w:val="00230A13"/>
    <w:rsid w:val="0023110A"/>
    <w:rsid w:val="00232FC1"/>
    <w:rsid w:val="00233662"/>
    <w:rsid w:val="002405E2"/>
    <w:rsid w:val="00242F0B"/>
    <w:rsid w:val="00244BFE"/>
    <w:rsid w:val="00245EE0"/>
    <w:rsid w:val="00252B30"/>
    <w:rsid w:val="0025328F"/>
    <w:rsid w:val="00256FCB"/>
    <w:rsid w:val="002606E4"/>
    <w:rsid w:val="0026273C"/>
    <w:rsid w:val="002654F1"/>
    <w:rsid w:val="00266948"/>
    <w:rsid w:val="00267ACB"/>
    <w:rsid w:val="00274912"/>
    <w:rsid w:val="00281543"/>
    <w:rsid w:val="0028183B"/>
    <w:rsid w:val="0028611A"/>
    <w:rsid w:val="00286B8B"/>
    <w:rsid w:val="00290DB8"/>
    <w:rsid w:val="00294AEE"/>
    <w:rsid w:val="002A305B"/>
    <w:rsid w:val="002A5B42"/>
    <w:rsid w:val="002B28F8"/>
    <w:rsid w:val="002B341D"/>
    <w:rsid w:val="002C0B0E"/>
    <w:rsid w:val="002C2837"/>
    <w:rsid w:val="002C2A92"/>
    <w:rsid w:val="002C5F39"/>
    <w:rsid w:val="002C6CE2"/>
    <w:rsid w:val="002C6D2D"/>
    <w:rsid w:val="002D251C"/>
    <w:rsid w:val="002E25EA"/>
    <w:rsid w:val="002E2D23"/>
    <w:rsid w:val="002E66CF"/>
    <w:rsid w:val="003023E6"/>
    <w:rsid w:val="00305EFA"/>
    <w:rsid w:val="00315D63"/>
    <w:rsid w:val="0031627A"/>
    <w:rsid w:val="00316541"/>
    <w:rsid w:val="00317E9A"/>
    <w:rsid w:val="0032090E"/>
    <w:rsid w:val="00323B2F"/>
    <w:rsid w:val="00335FE3"/>
    <w:rsid w:val="00336E33"/>
    <w:rsid w:val="0034022E"/>
    <w:rsid w:val="00341CED"/>
    <w:rsid w:val="00342918"/>
    <w:rsid w:val="00342DC0"/>
    <w:rsid w:val="00343149"/>
    <w:rsid w:val="00344DB9"/>
    <w:rsid w:val="00346020"/>
    <w:rsid w:val="0034742B"/>
    <w:rsid w:val="003525C4"/>
    <w:rsid w:val="003553D8"/>
    <w:rsid w:val="00357FF8"/>
    <w:rsid w:val="00364277"/>
    <w:rsid w:val="00364817"/>
    <w:rsid w:val="0036541C"/>
    <w:rsid w:val="0037330E"/>
    <w:rsid w:val="00375A63"/>
    <w:rsid w:val="0037717A"/>
    <w:rsid w:val="0037760D"/>
    <w:rsid w:val="0037785C"/>
    <w:rsid w:val="0038647D"/>
    <w:rsid w:val="00391D6B"/>
    <w:rsid w:val="003927A0"/>
    <w:rsid w:val="003934D7"/>
    <w:rsid w:val="00394167"/>
    <w:rsid w:val="00395A30"/>
    <w:rsid w:val="00397ED1"/>
    <w:rsid w:val="003A214E"/>
    <w:rsid w:val="003A3A31"/>
    <w:rsid w:val="003A55C4"/>
    <w:rsid w:val="003B0C69"/>
    <w:rsid w:val="003B52FB"/>
    <w:rsid w:val="003B780D"/>
    <w:rsid w:val="003C5A72"/>
    <w:rsid w:val="003D1AB8"/>
    <w:rsid w:val="003D22F0"/>
    <w:rsid w:val="003D3881"/>
    <w:rsid w:val="003E0219"/>
    <w:rsid w:val="003E06B8"/>
    <w:rsid w:val="003E1183"/>
    <w:rsid w:val="003E4C64"/>
    <w:rsid w:val="003E579C"/>
    <w:rsid w:val="003E749A"/>
    <w:rsid w:val="003F1CFB"/>
    <w:rsid w:val="003F6172"/>
    <w:rsid w:val="004008F5"/>
    <w:rsid w:val="00403CE8"/>
    <w:rsid w:val="00404D6C"/>
    <w:rsid w:val="00406DCD"/>
    <w:rsid w:val="00406DE0"/>
    <w:rsid w:val="00422272"/>
    <w:rsid w:val="00422784"/>
    <w:rsid w:val="004233AC"/>
    <w:rsid w:val="004233F9"/>
    <w:rsid w:val="00423992"/>
    <w:rsid w:val="00430C5F"/>
    <w:rsid w:val="0043283F"/>
    <w:rsid w:val="00434D62"/>
    <w:rsid w:val="0043507D"/>
    <w:rsid w:val="00441EE1"/>
    <w:rsid w:val="00444694"/>
    <w:rsid w:val="00447135"/>
    <w:rsid w:val="00452CAF"/>
    <w:rsid w:val="00453642"/>
    <w:rsid w:val="00453737"/>
    <w:rsid w:val="00462595"/>
    <w:rsid w:val="00465E60"/>
    <w:rsid w:val="0046778F"/>
    <w:rsid w:val="004733BD"/>
    <w:rsid w:val="00474366"/>
    <w:rsid w:val="00475DC3"/>
    <w:rsid w:val="004948D0"/>
    <w:rsid w:val="00497998"/>
    <w:rsid w:val="004A14E0"/>
    <w:rsid w:val="004A34E0"/>
    <w:rsid w:val="004A3FAC"/>
    <w:rsid w:val="004A590B"/>
    <w:rsid w:val="004A5A4D"/>
    <w:rsid w:val="004B2DD3"/>
    <w:rsid w:val="004B361B"/>
    <w:rsid w:val="004B7FB0"/>
    <w:rsid w:val="004C3271"/>
    <w:rsid w:val="004C4C1D"/>
    <w:rsid w:val="004C72C4"/>
    <w:rsid w:val="004C7F20"/>
    <w:rsid w:val="004D6B39"/>
    <w:rsid w:val="004D71B7"/>
    <w:rsid w:val="004E2243"/>
    <w:rsid w:val="004E2EA7"/>
    <w:rsid w:val="004E3080"/>
    <w:rsid w:val="004E7DAD"/>
    <w:rsid w:val="004F0A4B"/>
    <w:rsid w:val="004F36FD"/>
    <w:rsid w:val="004F447C"/>
    <w:rsid w:val="004F5EBB"/>
    <w:rsid w:val="004F7B02"/>
    <w:rsid w:val="0050350C"/>
    <w:rsid w:val="00506857"/>
    <w:rsid w:val="005073F1"/>
    <w:rsid w:val="00522E7B"/>
    <w:rsid w:val="0052524A"/>
    <w:rsid w:val="0052628D"/>
    <w:rsid w:val="00530364"/>
    <w:rsid w:val="00530D89"/>
    <w:rsid w:val="00531D91"/>
    <w:rsid w:val="005436FF"/>
    <w:rsid w:val="005466E9"/>
    <w:rsid w:val="00550A83"/>
    <w:rsid w:val="00550D99"/>
    <w:rsid w:val="0055492B"/>
    <w:rsid w:val="005556D0"/>
    <w:rsid w:val="0056008B"/>
    <w:rsid w:val="00564160"/>
    <w:rsid w:val="005650D4"/>
    <w:rsid w:val="005655C8"/>
    <w:rsid w:val="005656B3"/>
    <w:rsid w:val="005711A3"/>
    <w:rsid w:val="00571ED7"/>
    <w:rsid w:val="00581B6A"/>
    <w:rsid w:val="005A18B0"/>
    <w:rsid w:val="005A22E8"/>
    <w:rsid w:val="005A3467"/>
    <w:rsid w:val="005A5462"/>
    <w:rsid w:val="005B1160"/>
    <w:rsid w:val="005B55C3"/>
    <w:rsid w:val="005B7753"/>
    <w:rsid w:val="005C1430"/>
    <w:rsid w:val="005C6D2D"/>
    <w:rsid w:val="005C7727"/>
    <w:rsid w:val="005D066D"/>
    <w:rsid w:val="005E2313"/>
    <w:rsid w:val="005E3F4D"/>
    <w:rsid w:val="005E6BD0"/>
    <w:rsid w:val="005F080A"/>
    <w:rsid w:val="005F0AB3"/>
    <w:rsid w:val="005F4CFF"/>
    <w:rsid w:val="005F7206"/>
    <w:rsid w:val="005F7EBD"/>
    <w:rsid w:val="0060742B"/>
    <w:rsid w:val="00607BF8"/>
    <w:rsid w:val="00610E4E"/>
    <w:rsid w:val="00611526"/>
    <w:rsid w:val="00613276"/>
    <w:rsid w:val="00617077"/>
    <w:rsid w:val="00620201"/>
    <w:rsid w:val="00626712"/>
    <w:rsid w:val="00627D19"/>
    <w:rsid w:val="00644D27"/>
    <w:rsid w:val="00645858"/>
    <w:rsid w:val="006460F8"/>
    <w:rsid w:val="0065084A"/>
    <w:rsid w:val="00654CDD"/>
    <w:rsid w:val="00655C9E"/>
    <w:rsid w:val="00655EFF"/>
    <w:rsid w:val="00664B9C"/>
    <w:rsid w:val="006711BF"/>
    <w:rsid w:val="006723CC"/>
    <w:rsid w:val="00673AAD"/>
    <w:rsid w:val="0067494E"/>
    <w:rsid w:val="00677402"/>
    <w:rsid w:val="0068365D"/>
    <w:rsid w:val="00686383"/>
    <w:rsid w:val="006914A4"/>
    <w:rsid w:val="00691501"/>
    <w:rsid w:val="00695A30"/>
    <w:rsid w:val="00696F1E"/>
    <w:rsid w:val="006A50B0"/>
    <w:rsid w:val="006A7A16"/>
    <w:rsid w:val="006C0457"/>
    <w:rsid w:val="006C2568"/>
    <w:rsid w:val="006C2F66"/>
    <w:rsid w:val="006C46DC"/>
    <w:rsid w:val="006D2D72"/>
    <w:rsid w:val="006D382B"/>
    <w:rsid w:val="006D6D81"/>
    <w:rsid w:val="006E377F"/>
    <w:rsid w:val="006E3973"/>
    <w:rsid w:val="006E49CB"/>
    <w:rsid w:val="006E5EBB"/>
    <w:rsid w:val="006F0539"/>
    <w:rsid w:val="00703DDE"/>
    <w:rsid w:val="00704E7C"/>
    <w:rsid w:val="00712654"/>
    <w:rsid w:val="0071478A"/>
    <w:rsid w:val="007223CD"/>
    <w:rsid w:val="00733A31"/>
    <w:rsid w:val="00735996"/>
    <w:rsid w:val="0074051F"/>
    <w:rsid w:val="007416DC"/>
    <w:rsid w:val="0074225F"/>
    <w:rsid w:val="00744F1E"/>
    <w:rsid w:val="00747443"/>
    <w:rsid w:val="00752A95"/>
    <w:rsid w:val="00752ED9"/>
    <w:rsid w:val="0075380B"/>
    <w:rsid w:val="00761C05"/>
    <w:rsid w:val="00765D02"/>
    <w:rsid w:val="00766CD3"/>
    <w:rsid w:val="00770AF2"/>
    <w:rsid w:val="0077198D"/>
    <w:rsid w:val="007778E1"/>
    <w:rsid w:val="007813EF"/>
    <w:rsid w:val="0079549F"/>
    <w:rsid w:val="00795BB9"/>
    <w:rsid w:val="00796C35"/>
    <w:rsid w:val="00797AB6"/>
    <w:rsid w:val="007A5CAA"/>
    <w:rsid w:val="007A786C"/>
    <w:rsid w:val="007B0F26"/>
    <w:rsid w:val="007C0D5F"/>
    <w:rsid w:val="007C32F5"/>
    <w:rsid w:val="007C4A7B"/>
    <w:rsid w:val="007C73E2"/>
    <w:rsid w:val="007D09B0"/>
    <w:rsid w:val="007D09EC"/>
    <w:rsid w:val="007D31C7"/>
    <w:rsid w:val="007D5F2A"/>
    <w:rsid w:val="007D6839"/>
    <w:rsid w:val="007E3065"/>
    <w:rsid w:val="007E628C"/>
    <w:rsid w:val="008007D2"/>
    <w:rsid w:val="008014DE"/>
    <w:rsid w:val="0081314B"/>
    <w:rsid w:val="00814524"/>
    <w:rsid w:val="00814822"/>
    <w:rsid w:val="00814F2E"/>
    <w:rsid w:val="00816265"/>
    <w:rsid w:val="00816288"/>
    <w:rsid w:val="00817D33"/>
    <w:rsid w:val="00822ADB"/>
    <w:rsid w:val="00823AAF"/>
    <w:rsid w:val="00825658"/>
    <w:rsid w:val="00833DC3"/>
    <w:rsid w:val="00836D51"/>
    <w:rsid w:val="008421B1"/>
    <w:rsid w:val="00844E92"/>
    <w:rsid w:val="00853AF3"/>
    <w:rsid w:val="008606D8"/>
    <w:rsid w:val="00861768"/>
    <w:rsid w:val="00861A18"/>
    <w:rsid w:val="008623F8"/>
    <w:rsid w:val="0086284A"/>
    <w:rsid w:val="0086546F"/>
    <w:rsid w:val="00865C6F"/>
    <w:rsid w:val="00875C3B"/>
    <w:rsid w:val="0087682F"/>
    <w:rsid w:val="0088021B"/>
    <w:rsid w:val="008802B3"/>
    <w:rsid w:val="00882184"/>
    <w:rsid w:val="00884038"/>
    <w:rsid w:val="00885278"/>
    <w:rsid w:val="00886495"/>
    <w:rsid w:val="0088724B"/>
    <w:rsid w:val="0089083F"/>
    <w:rsid w:val="0089513D"/>
    <w:rsid w:val="00895C40"/>
    <w:rsid w:val="008A2EE2"/>
    <w:rsid w:val="008A4AA2"/>
    <w:rsid w:val="008B12E2"/>
    <w:rsid w:val="008B7A7B"/>
    <w:rsid w:val="008B7AF7"/>
    <w:rsid w:val="008D006C"/>
    <w:rsid w:val="008D0C5E"/>
    <w:rsid w:val="008D12C6"/>
    <w:rsid w:val="008D4B78"/>
    <w:rsid w:val="008D6512"/>
    <w:rsid w:val="008F6FF2"/>
    <w:rsid w:val="009014EA"/>
    <w:rsid w:val="00901518"/>
    <w:rsid w:val="00903FEA"/>
    <w:rsid w:val="009108F8"/>
    <w:rsid w:val="0091220D"/>
    <w:rsid w:val="00916E97"/>
    <w:rsid w:val="0091799C"/>
    <w:rsid w:val="0092194E"/>
    <w:rsid w:val="00927AAA"/>
    <w:rsid w:val="009303D7"/>
    <w:rsid w:val="00933035"/>
    <w:rsid w:val="00940CCB"/>
    <w:rsid w:val="00944772"/>
    <w:rsid w:val="009453CC"/>
    <w:rsid w:val="00947F4C"/>
    <w:rsid w:val="00953570"/>
    <w:rsid w:val="00953D30"/>
    <w:rsid w:val="00960629"/>
    <w:rsid w:val="009616A5"/>
    <w:rsid w:val="0096253F"/>
    <w:rsid w:val="0096281D"/>
    <w:rsid w:val="00967DA6"/>
    <w:rsid w:val="00972F24"/>
    <w:rsid w:val="009752BF"/>
    <w:rsid w:val="00994C91"/>
    <w:rsid w:val="00995A7F"/>
    <w:rsid w:val="0099638A"/>
    <w:rsid w:val="0099730D"/>
    <w:rsid w:val="009A1BC3"/>
    <w:rsid w:val="009A2CA4"/>
    <w:rsid w:val="009A6153"/>
    <w:rsid w:val="009B0A65"/>
    <w:rsid w:val="009B3262"/>
    <w:rsid w:val="009B4CCD"/>
    <w:rsid w:val="009B52C7"/>
    <w:rsid w:val="009B5C64"/>
    <w:rsid w:val="009B730D"/>
    <w:rsid w:val="009B758A"/>
    <w:rsid w:val="009C09D2"/>
    <w:rsid w:val="009C479E"/>
    <w:rsid w:val="009C5152"/>
    <w:rsid w:val="009C77E8"/>
    <w:rsid w:val="009C7FF6"/>
    <w:rsid w:val="009D007E"/>
    <w:rsid w:val="009D424A"/>
    <w:rsid w:val="009D556E"/>
    <w:rsid w:val="009D7581"/>
    <w:rsid w:val="009D7ABA"/>
    <w:rsid w:val="009E09B6"/>
    <w:rsid w:val="009E0B2A"/>
    <w:rsid w:val="009F1241"/>
    <w:rsid w:val="009F1B12"/>
    <w:rsid w:val="009F79E0"/>
    <w:rsid w:val="00A026B1"/>
    <w:rsid w:val="00A06202"/>
    <w:rsid w:val="00A063A4"/>
    <w:rsid w:val="00A0723F"/>
    <w:rsid w:val="00A15ACC"/>
    <w:rsid w:val="00A17921"/>
    <w:rsid w:val="00A22AAD"/>
    <w:rsid w:val="00A24B00"/>
    <w:rsid w:val="00A2516F"/>
    <w:rsid w:val="00A25A8E"/>
    <w:rsid w:val="00A30F60"/>
    <w:rsid w:val="00A32D4C"/>
    <w:rsid w:val="00A33962"/>
    <w:rsid w:val="00A34B59"/>
    <w:rsid w:val="00A35F0C"/>
    <w:rsid w:val="00A36B9C"/>
    <w:rsid w:val="00A36C92"/>
    <w:rsid w:val="00A4113C"/>
    <w:rsid w:val="00A47547"/>
    <w:rsid w:val="00A523C5"/>
    <w:rsid w:val="00A525AA"/>
    <w:rsid w:val="00A54E12"/>
    <w:rsid w:val="00A7036E"/>
    <w:rsid w:val="00A7372E"/>
    <w:rsid w:val="00A76D37"/>
    <w:rsid w:val="00A84B60"/>
    <w:rsid w:val="00A84E32"/>
    <w:rsid w:val="00A877FD"/>
    <w:rsid w:val="00A959CA"/>
    <w:rsid w:val="00A9731F"/>
    <w:rsid w:val="00AA77FA"/>
    <w:rsid w:val="00AC2E30"/>
    <w:rsid w:val="00AC3CF0"/>
    <w:rsid w:val="00AC4BD1"/>
    <w:rsid w:val="00AC7320"/>
    <w:rsid w:val="00AD2C7B"/>
    <w:rsid w:val="00AD3B8F"/>
    <w:rsid w:val="00AD3D6D"/>
    <w:rsid w:val="00AF7595"/>
    <w:rsid w:val="00B061C6"/>
    <w:rsid w:val="00B07956"/>
    <w:rsid w:val="00B140C0"/>
    <w:rsid w:val="00B14A29"/>
    <w:rsid w:val="00B17915"/>
    <w:rsid w:val="00B21396"/>
    <w:rsid w:val="00B213A4"/>
    <w:rsid w:val="00B235E4"/>
    <w:rsid w:val="00B264CF"/>
    <w:rsid w:val="00B30036"/>
    <w:rsid w:val="00B370E0"/>
    <w:rsid w:val="00B37885"/>
    <w:rsid w:val="00B4066E"/>
    <w:rsid w:val="00B4285F"/>
    <w:rsid w:val="00B42E27"/>
    <w:rsid w:val="00B47E5F"/>
    <w:rsid w:val="00B57158"/>
    <w:rsid w:val="00B60277"/>
    <w:rsid w:val="00B638EB"/>
    <w:rsid w:val="00B655FA"/>
    <w:rsid w:val="00B6660A"/>
    <w:rsid w:val="00B67422"/>
    <w:rsid w:val="00B67C99"/>
    <w:rsid w:val="00B67EB8"/>
    <w:rsid w:val="00B808D5"/>
    <w:rsid w:val="00B935AE"/>
    <w:rsid w:val="00BA7439"/>
    <w:rsid w:val="00BB44F8"/>
    <w:rsid w:val="00BB56D2"/>
    <w:rsid w:val="00BC3FC2"/>
    <w:rsid w:val="00BD261F"/>
    <w:rsid w:val="00BD2C3F"/>
    <w:rsid w:val="00BD3ADA"/>
    <w:rsid w:val="00BD5014"/>
    <w:rsid w:val="00BD54D2"/>
    <w:rsid w:val="00BE27AA"/>
    <w:rsid w:val="00BE36CD"/>
    <w:rsid w:val="00BE42F6"/>
    <w:rsid w:val="00BF5C8F"/>
    <w:rsid w:val="00BF6B04"/>
    <w:rsid w:val="00C05B7E"/>
    <w:rsid w:val="00C15897"/>
    <w:rsid w:val="00C1647C"/>
    <w:rsid w:val="00C30429"/>
    <w:rsid w:val="00C37B3F"/>
    <w:rsid w:val="00C42145"/>
    <w:rsid w:val="00C44695"/>
    <w:rsid w:val="00C4476C"/>
    <w:rsid w:val="00C4584B"/>
    <w:rsid w:val="00C468D4"/>
    <w:rsid w:val="00C531B6"/>
    <w:rsid w:val="00C53834"/>
    <w:rsid w:val="00C5388F"/>
    <w:rsid w:val="00C60078"/>
    <w:rsid w:val="00C600E9"/>
    <w:rsid w:val="00C714C5"/>
    <w:rsid w:val="00C77C39"/>
    <w:rsid w:val="00C81017"/>
    <w:rsid w:val="00C82FFB"/>
    <w:rsid w:val="00C9264C"/>
    <w:rsid w:val="00C92AD2"/>
    <w:rsid w:val="00C97A19"/>
    <w:rsid w:val="00CA0B8B"/>
    <w:rsid w:val="00CA2E7C"/>
    <w:rsid w:val="00CA3277"/>
    <w:rsid w:val="00CA48ED"/>
    <w:rsid w:val="00CB18F5"/>
    <w:rsid w:val="00CB3B24"/>
    <w:rsid w:val="00CB4C46"/>
    <w:rsid w:val="00CB6DEA"/>
    <w:rsid w:val="00CC0164"/>
    <w:rsid w:val="00CC1A44"/>
    <w:rsid w:val="00CC21EA"/>
    <w:rsid w:val="00CC3AB9"/>
    <w:rsid w:val="00CC5B82"/>
    <w:rsid w:val="00CD2ACF"/>
    <w:rsid w:val="00CD4AE8"/>
    <w:rsid w:val="00CD559E"/>
    <w:rsid w:val="00CE0602"/>
    <w:rsid w:val="00CE1849"/>
    <w:rsid w:val="00CE55F9"/>
    <w:rsid w:val="00CF0FF7"/>
    <w:rsid w:val="00D0279E"/>
    <w:rsid w:val="00D05509"/>
    <w:rsid w:val="00D06485"/>
    <w:rsid w:val="00D12B00"/>
    <w:rsid w:val="00D236F0"/>
    <w:rsid w:val="00D239BD"/>
    <w:rsid w:val="00D31236"/>
    <w:rsid w:val="00D3194D"/>
    <w:rsid w:val="00D3294F"/>
    <w:rsid w:val="00D3751E"/>
    <w:rsid w:val="00D43262"/>
    <w:rsid w:val="00D452B2"/>
    <w:rsid w:val="00D45830"/>
    <w:rsid w:val="00D643C9"/>
    <w:rsid w:val="00D71C00"/>
    <w:rsid w:val="00D76AE1"/>
    <w:rsid w:val="00D84A66"/>
    <w:rsid w:val="00D871C1"/>
    <w:rsid w:val="00D8760E"/>
    <w:rsid w:val="00D94341"/>
    <w:rsid w:val="00D95E61"/>
    <w:rsid w:val="00D96BB7"/>
    <w:rsid w:val="00DA3C0E"/>
    <w:rsid w:val="00DA4EB1"/>
    <w:rsid w:val="00DA6FA4"/>
    <w:rsid w:val="00DA70DF"/>
    <w:rsid w:val="00DB1A94"/>
    <w:rsid w:val="00DB371C"/>
    <w:rsid w:val="00DB3C28"/>
    <w:rsid w:val="00DC1C36"/>
    <w:rsid w:val="00DC2498"/>
    <w:rsid w:val="00DD2C0B"/>
    <w:rsid w:val="00DE03FC"/>
    <w:rsid w:val="00DE1C8A"/>
    <w:rsid w:val="00DF34B4"/>
    <w:rsid w:val="00E12F91"/>
    <w:rsid w:val="00E1312F"/>
    <w:rsid w:val="00E152AB"/>
    <w:rsid w:val="00E15DA5"/>
    <w:rsid w:val="00E23507"/>
    <w:rsid w:val="00E270D8"/>
    <w:rsid w:val="00E27D70"/>
    <w:rsid w:val="00E30C59"/>
    <w:rsid w:val="00E334DA"/>
    <w:rsid w:val="00E33557"/>
    <w:rsid w:val="00E34554"/>
    <w:rsid w:val="00E352B4"/>
    <w:rsid w:val="00E42129"/>
    <w:rsid w:val="00E44F56"/>
    <w:rsid w:val="00E45711"/>
    <w:rsid w:val="00E526AE"/>
    <w:rsid w:val="00E53AAF"/>
    <w:rsid w:val="00E55CEA"/>
    <w:rsid w:val="00E61715"/>
    <w:rsid w:val="00E63A49"/>
    <w:rsid w:val="00E63BF6"/>
    <w:rsid w:val="00E642A3"/>
    <w:rsid w:val="00E72328"/>
    <w:rsid w:val="00E74E92"/>
    <w:rsid w:val="00E77338"/>
    <w:rsid w:val="00E802F8"/>
    <w:rsid w:val="00E82AA1"/>
    <w:rsid w:val="00E84D09"/>
    <w:rsid w:val="00E94232"/>
    <w:rsid w:val="00EA12AD"/>
    <w:rsid w:val="00EA1A88"/>
    <w:rsid w:val="00EA53EE"/>
    <w:rsid w:val="00EA69BD"/>
    <w:rsid w:val="00EB2078"/>
    <w:rsid w:val="00EB363E"/>
    <w:rsid w:val="00EB5A21"/>
    <w:rsid w:val="00EB5A66"/>
    <w:rsid w:val="00EC1C09"/>
    <w:rsid w:val="00EC6A4D"/>
    <w:rsid w:val="00EC7683"/>
    <w:rsid w:val="00ED0846"/>
    <w:rsid w:val="00ED42D0"/>
    <w:rsid w:val="00ED46A3"/>
    <w:rsid w:val="00ED6B40"/>
    <w:rsid w:val="00EE0C6A"/>
    <w:rsid w:val="00EE6063"/>
    <w:rsid w:val="00EE760D"/>
    <w:rsid w:val="00EF0701"/>
    <w:rsid w:val="00EF3519"/>
    <w:rsid w:val="00EF55F3"/>
    <w:rsid w:val="00EF5C80"/>
    <w:rsid w:val="00EF6DDF"/>
    <w:rsid w:val="00F0729E"/>
    <w:rsid w:val="00F16A5A"/>
    <w:rsid w:val="00F221C8"/>
    <w:rsid w:val="00F227A0"/>
    <w:rsid w:val="00F22F91"/>
    <w:rsid w:val="00F2385D"/>
    <w:rsid w:val="00F264A8"/>
    <w:rsid w:val="00F2780A"/>
    <w:rsid w:val="00F31FFA"/>
    <w:rsid w:val="00F33BA9"/>
    <w:rsid w:val="00F35F6E"/>
    <w:rsid w:val="00F41F8F"/>
    <w:rsid w:val="00F45721"/>
    <w:rsid w:val="00F5680F"/>
    <w:rsid w:val="00F600EF"/>
    <w:rsid w:val="00F6175A"/>
    <w:rsid w:val="00F637F5"/>
    <w:rsid w:val="00F64602"/>
    <w:rsid w:val="00F70FBC"/>
    <w:rsid w:val="00F76697"/>
    <w:rsid w:val="00F76DCB"/>
    <w:rsid w:val="00F80BED"/>
    <w:rsid w:val="00F8116F"/>
    <w:rsid w:val="00F81AC6"/>
    <w:rsid w:val="00F8342B"/>
    <w:rsid w:val="00F87B7F"/>
    <w:rsid w:val="00F91F41"/>
    <w:rsid w:val="00F95433"/>
    <w:rsid w:val="00FA067B"/>
    <w:rsid w:val="00FA11FA"/>
    <w:rsid w:val="00FA2250"/>
    <w:rsid w:val="00FA293A"/>
    <w:rsid w:val="00FA3205"/>
    <w:rsid w:val="00FA52BF"/>
    <w:rsid w:val="00FB19BD"/>
    <w:rsid w:val="00FB554B"/>
    <w:rsid w:val="00FC0822"/>
    <w:rsid w:val="00FC2B27"/>
    <w:rsid w:val="00FC571C"/>
    <w:rsid w:val="00FC61C0"/>
    <w:rsid w:val="00FC63BD"/>
    <w:rsid w:val="00FD57BC"/>
    <w:rsid w:val="00FD5F37"/>
    <w:rsid w:val="00FE1BA4"/>
    <w:rsid w:val="00FE265B"/>
    <w:rsid w:val="00FE39C0"/>
    <w:rsid w:val="00FF4220"/>
    <w:rsid w:val="00FF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6D"/>
    <w:pPr>
      <w:spacing w:after="160" w:line="259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55F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6495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DA7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A70DF"/>
    <w:rPr>
      <w:rFonts w:ascii="Tahoma" w:hAnsi="Tahoma" w:cs="Tahoma"/>
      <w:sz w:val="16"/>
      <w:szCs w:val="16"/>
      <w:lang w:val="en-US" w:eastAsia="en-US"/>
    </w:rPr>
  </w:style>
  <w:style w:type="paragraph" w:styleId="a6">
    <w:name w:val="header"/>
    <w:basedOn w:val="a"/>
    <w:link w:val="Char0"/>
    <w:uiPriority w:val="99"/>
    <w:semiHidden/>
    <w:unhideWhenUsed/>
    <w:rsid w:val="009C09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9C09D2"/>
    <w:rPr>
      <w:lang w:val="en-US" w:eastAsia="en-US"/>
    </w:rPr>
  </w:style>
  <w:style w:type="paragraph" w:styleId="a7">
    <w:name w:val="footer"/>
    <w:basedOn w:val="a"/>
    <w:link w:val="Char1"/>
    <w:uiPriority w:val="99"/>
    <w:unhideWhenUsed/>
    <w:rsid w:val="009C09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9C09D2"/>
    <w:rPr>
      <w:lang w:val="en-US" w:eastAsia="en-US"/>
    </w:rPr>
  </w:style>
  <w:style w:type="character" w:customStyle="1" w:styleId="jlqj4b">
    <w:name w:val="jlqj4b"/>
    <w:basedOn w:val="a0"/>
    <w:rsid w:val="00FB55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10B60-9166-49B8-933B-70C954707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9</Pages>
  <Words>556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Phuong Thao</dc:creator>
  <cp:lastModifiedBy>user</cp:lastModifiedBy>
  <cp:revision>13</cp:revision>
  <cp:lastPrinted>2023-09-13T06:01:00Z</cp:lastPrinted>
  <dcterms:created xsi:type="dcterms:W3CDTF">2023-09-12T11:57:00Z</dcterms:created>
  <dcterms:modified xsi:type="dcterms:W3CDTF">2023-09-13T06:03:00Z</dcterms:modified>
</cp:coreProperties>
</file>